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A4" w:rsidRDefault="00207BCB" w:rsidP="00A4605B">
      <w:pPr>
        <w:ind w:left="360"/>
        <w:rPr>
          <w:b/>
        </w:rPr>
      </w:pPr>
      <w:r>
        <w:rPr>
          <w:b/>
        </w:rPr>
        <w:t>Site Address:</w:t>
      </w:r>
    </w:p>
    <w:p w:rsidR="00207BCB" w:rsidRPr="00207BCB" w:rsidRDefault="00207BCB" w:rsidP="00A4605B">
      <w:pPr>
        <w:ind w:left="360"/>
      </w:pPr>
      <w:r w:rsidRPr="00207BCB">
        <w:t>CA.LA ELECTRICIDAD DE CARACAS (EDC)</w:t>
      </w:r>
    </w:p>
    <w:p w:rsidR="009F179B" w:rsidRPr="00207BCB" w:rsidRDefault="00207BCB" w:rsidP="00A4605B">
      <w:pPr>
        <w:ind w:left="360"/>
      </w:pPr>
      <w:r w:rsidRPr="00207BCB">
        <w:t>Carretera Nacional Guarenas Guatire, Km 3</w:t>
      </w:r>
    </w:p>
    <w:p w:rsidR="00207BCB" w:rsidRPr="00207BCB" w:rsidRDefault="00207BCB" w:rsidP="00A4605B">
      <w:pPr>
        <w:ind w:left="360"/>
      </w:pPr>
      <w:r w:rsidRPr="00207BCB">
        <w:t>Deposito Eleggua, Electricidad de Caracas</w:t>
      </w:r>
    </w:p>
    <w:p w:rsidR="009F179B" w:rsidRDefault="009F179B" w:rsidP="00A4605B">
      <w:pPr>
        <w:ind w:left="360"/>
        <w:rPr>
          <w:b/>
          <w:color w:val="FF0000"/>
        </w:rPr>
      </w:pPr>
    </w:p>
    <w:p w:rsidR="009F179B" w:rsidRDefault="00207BCB" w:rsidP="00A4605B">
      <w:pPr>
        <w:ind w:left="360"/>
        <w:rPr>
          <w:b/>
        </w:rPr>
      </w:pPr>
      <w:r w:rsidRPr="00207BCB">
        <w:rPr>
          <w:b/>
        </w:rPr>
        <w:t>Contract Information:</w:t>
      </w:r>
    </w:p>
    <w:p w:rsidR="00207BCB" w:rsidRDefault="00207BCB" w:rsidP="00A4605B">
      <w:pPr>
        <w:ind w:left="360"/>
      </w:pPr>
      <w:r>
        <w:t>Pro Energy Services contracted by Derwick to execute EPC Contract</w:t>
      </w:r>
    </w:p>
    <w:p w:rsidR="00207BCB" w:rsidRDefault="00BF74A3" w:rsidP="00A4605B">
      <w:pPr>
        <w:ind w:left="360"/>
      </w:pPr>
      <w:r>
        <w:t>Derwick contracted by EDC:  EDC is the End Client</w:t>
      </w:r>
    </w:p>
    <w:p w:rsidR="009F179B" w:rsidRDefault="00207BCB" w:rsidP="00A4605B">
      <w:pPr>
        <w:ind w:left="360"/>
      </w:pPr>
      <w:r>
        <w:t>Engineering services provided by EDGI, Tulsa, Oklahoma</w:t>
      </w:r>
    </w:p>
    <w:p w:rsidR="00BF74A3" w:rsidRDefault="00BF74A3" w:rsidP="00A4605B">
      <w:pPr>
        <w:ind w:left="360"/>
      </w:pPr>
      <w:r>
        <w:t>Vepica contracted by EDC to provide QA/QC as eyes for EDC</w:t>
      </w:r>
    </w:p>
    <w:p w:rsidR="009F179B" w:rsidRPr="000466A4" w:rsidRDefault="00BF74A3" w:rsidP="00A4605B">
      <w:pPr>
        <w:ind w:left="360"/>
        <w:rPr>
          <w:b/>
          <w:color w:val="FF0000"/>
        </w:rPr>
      </w:pPr>
      <w:r>
        <w:t>Contract Signatory Date:  22MAR10</w:t>
      </w:r>
    </w:p>
    <w:p w:rsidR="000466A4" w:rsidRDefault="000466A4" w:rsidP="00A4605B">
      <w:pPr>
        <w:ind w:left="360"/>
        <w:rPr>
          <w:b/>
        </w:rPr>
      </w:pPr>
    </w:p>
    <w:p w:rsidR="001C7D40" w:rsidRDefault="000D48C3" w:rsidP="00A4605B">
      <w:pPr>
        <w:ind w:left="360"/>
      </w:pPr>
      <w:r w:rsidRPr="000D48C3">
        <w:rPr>
          <w:b/>
        </w:rPr>
        <w:t>Temperature &amp; Site Conditions:</w:t>
      </w:r>
      <w:r>
        <w:rPr>
          <w:b/>
        </w:rPr>
        <w:t xml:space="preserve">  </w:t>
      </w:r>
      <w:r>
        <w:t xml:space="preserve">High </w:t>
      </w:r>
      <w:r w:rsidR="001C7D40">
        <w:t>3</w:t>
      </w:r>
      <w:r w:rsidR="00523390">
        <w:t>4</w:t>
      </w:r>
      <w:r w:rsidR="008859DB">
        <w:t>/ 32</w:t>
      </w:r>
      <w:r w:rsidR="00534AD4">
        <w:t>;</w:t>
      </w:r>
      <w:r>
        <w:t xml:space="preserve"> Low </w:t>
      </w:r>
      <w:r w:rsidR="009E62FC">
        <w:t>2</w:t>
      </w:r>
      <w:r w:rsidR="008859DB">
        <w:t>2 / 23</w:t>
      </w:r>
      <w:r w:rsidR="001C7D40">
        <w:t>;</w:t>
      </w:r>
      <w:r w:rsidR="009D0C8A">
        <w:t xml:space="preserve"> </w:t>
      </w:r>
      <w:r w:rsidR="009E62FC">
        <w:t xml:space="preserve">81% </w:t>
      </w:r>
      <w:r w:rsidR="003F4010">
        <w:t>Humidity</w:t>
      </w:r>
      <w:r w:rsidR="008859DB">
        <w:t xml:space="preserve">; </w:t>
      </w:r>
      <w:r w:rsidR="00C97198">
        <w:t>we get some rain almost every night now and we have learned how to deal with it effectively</w:t>
      </w:r>
    </w:p>
    <w:p w:rsidR="009B0B5F" w:rsidRDefault="002D471E" w:rsidP="00A4605B">
      <w:pPr>
        <w:ind w:left="360"/>
        <w:rPr>
          <w:b/>
        </w:rPr>
      </w:pPr>
      <w:r>
        <w:t xml:space="preserve">  </w:t>
      </w:r>
    </w:p>
    <w:p w:rsidR="00BF74A3" w:rsidRDefault="000D48C3" w:rsidP="00A4605B">
      <w:pPr>
        <w:ind w:left="360"/>
        <w:rPr>
          <w:b/>
        </w:rPr>
      </w:pPr>
      <w:r w:rsidRPr="000D48C3">
        <w:rPr>
          <w:b/>
        </w:rPr>
        <w:t xml:space="preserve">Personal </w:t>
      </w:r>
      <w:r w:rsidR="00BF74A3">
        <w:rPr>
          <w:b/>
        </w:rPr>
        <w:t>o</w:t>
      </w:r>
      <w:r w:rsidRPr="000D48C3">
        <w:rPr>
          <w:b/>
        </w:rPr>
        <w:t>n Site:</w:t>
      </w:r>
      <w:r>
        <w:rPr>
          <w:b/>
        </w:rPr>
        <w:tab/>
      </w:r>
    </w:p>
    <w:p w:rsidR="000D48C3" w:rsidRDefault="000D48C3" w:rsidP="00A4605B">
      <w:pPr>
        <w:ind w:left="360"/>
      </w:pPr>
      <w:r>
        <w:rPr>
          <w:b/>
        </w:rPr>
        <w:tab/>
      </w:r>
      <w:r>
        <w:t>J D Robinson</w:t>
      </w:r>
      <w:r>
        <w:tab/>
      </w:r>
      <w:r>
        <w:tab/>
      </w:r>
      <w:r>
        <w:tab/>
      </w:r>
      <w:r w:rsidR="00BF74A3">
        <w:t>Project Manager</w:t>
      </w:r>
      <w:r w:rsidR="00106045">
        <w:tab/>
      </w:r>
      <w:r w:rsidR="00106045">
        <w:tab/>
      </w:r>
      <w:r w:rsidR="00106045">
        <w:tab/>
        <w:t>0424 232 0528</w:t>
      </w:r>
    </w:p>
    <w:p w:rsidR="000D48C3" w:rsidRDefault="000D48C3" w:rsidP="00A4605B">
      <w:pPr>
        <w:ind w:left="360"/>
      </w:pPr>
      <w:r>
        <w:rPr>
          <w:b/>
        </w:rPr>
        <w:tab/>
      </w:r>
      <w:r w:rsidRPr="000D48C3">
        <w:t>Roger Barr</w:t>
      </w:r>
      <w:r>
        <w:tab/>
      </w:r>
      <w:r>
        <w:tab/>
      </w:r>
      <w:r>
        <w:tab/>
      </w:r>
      <w:r w:rsidR="00BF74A3">
        <w:t xml:space="preserve">Construction Superintendent </w:t>
      </w:r>
      <w:r w:rsidR="00106045">
        <w:tab/>
      </w:r>
      <w:r w:rsidR="00106045">
        <w:tab/>
        <w:t>0424 156 4962</w:t>
      </w:r>
    </w:p>
    <w:p w:rsidR="000D48C3" w:rsidRDefault="000D48C3" w:rsidP="00A4605B">
      <w:pPr>
        <w:ind w:left="360"/>
      </w:pPr>
      <w:r>
        <w:tab/>
      </w:r>
      <w:r w:rsidR="00D6401E">
        <w:t>Mike Shingle</w:t>
      </w:r>
      <w:r w:rsidR="00D6401E">
        <w:tab/>
      </w:r>
      <w:r w:rsidR="00D6401E">
        <w:tab/>
      </w:r>
      <w:r w:rsidR="00D6401E">
        <w:tab/>
      </w:r>
      <w:r w:rsidR="00BF74A3">
        <w:t>Civil Superintendent</w:t>
      </w:r>
      <w:r w:rsidR="004B6A6E">
        <w:tab/>
      </w:r>
      <w:r w:rsidR="00106045">
        <w:tab/>
      </w:r>
      <w:r w:rsidR="00106045">
        <w:tab/>
        <w:t>0424 157 6067</w:t>
      </w:r>
    </w:p>
    <w:p w:rsidR="00D6401E" w:rsidRDefault="00D6401E" w:rsidP="00A4605B">
      <w:pPr>
        <w:ind w:left="360"/>
      </w:pPr>
      <w:r>
        <w:tab/>
      </w:r>
      <w:r w:rsidR="00AA5A8E">
        <w:t>Thabang Malebye</w:t>
      </w:r>
      <w:r w:rsidR="00AA5A8E">
        <w:tab/>
      </w:r>
      <w:r w:rsidR="00AA5A8E">
        <w:tab/>
        <w:t>Logis</w:t>
      </w:r>
      <w:r w:rsidR="00076C58">
        <w:t>tics / Warehouse Manager</w:t>
      </w:r>
      <w:r w:rsidR="00076C58">
        <w:tab/>
        <w:t>0414 399 6192</w:t>
      </w:r>
    </w:p>
    <w:p w:rsidR="00881943" w:rsidRDefault="00881943" w:rsidP="00A4605B">
      <w:pPr>
        <w:ind w:left="360"/>
      </w:pPr>
      <w:r>
        <w:tab/>
        <w:t>Scott Blair</w:t>
      </w:r>
      <w:r>
        <w:tab/>
      </w:r>
      <w:r>
        <w:tab/>
      </w:r>
      <w:r>
        <w:tab/>
      </w:r>
      <w:r w:rsidR="00BF74A3">
        <w:t>Scheduler</w:t>
      </w:r>
      <w:r w:rsidR="00106045">
        <w:tab/>
      </w:r>
      <w:r w:rsidR="00106045">
        <w:tab/>
      </w:r>
      <w:r w:rsidR="00106045">
        <w:tab/>
      </w:r>
      <w:r w:rsidR="00106045">
        <w:tab/>
      </w:r>
      <w:r w:rsidR="00C76DCD">
        <w:t>0424 215 1508</w:t>
      </w:r>
      <w:r w:rsidR="009332A7">
        <w:tab/>
      </w:r>
    </w:p>
    <w:p w:rsidR="00D6401E" w:rsidRDefault="00D6401E" w:rsidP="00A4605B">
      <w:pPr>
        <w:ind w:left="360"/>
      </w:pPr>
      <w:r>
        <w:tab/>
        <w:t>Jose Isaya</w:t>
      </w:r>
      <w:r>
        <w:tab/>
      </w:r>
      <w:r>
        <w:tab/>
      </w:r>
      <w:r>
        <w:tab/>
      </w:r>
      <w:r w:rsidR="00BF74A3">
        <w:t>Logistics Assistant</w:t>
      </w:r>
      <w:r w:rsidR="00106045">
        <w:tab/>
      </w:r>
      <w:r w:rsidR="00106045">
        <w:tab/>
      </w:r>
      <w:r w:rsidR="00106045">
        <w:tab/>
        <w:t>0416 402 2202</w:t>
      </w:r>
    </w:p>
    <w:p w:rsidR="00D6401E" w:rsidRDefault="00D6401E" w:rsidP="00A4605B">
      <w:pPr>
        <w:ind w:left="360"/>
      </w:pPr>
      <w:r>
        <w:tab/>
        <w:t>Edwin Isea</w:t>
      </w:r>
      <w:r>
        <w:tab/>
      </w:r>
      <w:r>
        <w:tab/>
      </w:r>
      <w:r>
        <w:tab/>
      </w:r>
      <w:r w:rsidR="00BF74A3">
        <w:t>Resident Electrical Engineer</w:t>
      </w:r>
      <w:r w:rsidR="00106045">
        <w:tab/>
      </w:r>
      <w:r w:rsidR="00106045">
        <w:tab/>
        <w:t>0412 238 0005</w:t>
      </w:r>
    </w:p>
    <w:p w:rsidR="00D6401E" w:rsidRDefault="00D6401E" w:rsidP="00A4605B">
      <w:pPr>
        <w:ind w:left="360"/>
      </w:pPr>
      <w:r>
        <w:tab/>
        <w:t>Eric Martin</w:t>
      </w:r>
      <w:r>
        <w:tab/>
      </w:r>
      <w:r>
        <w:tab/>
      </w:r>
      <w:r>
        <w:tab/>
      </w:r>
      <w:r w:rsidR="00BF74A3">
        <w:t>Administrative Assistant</w:t>
      </w:r>
      <w:r>
        <w:tab/>
      </w:r>
      <w:r w:rsidR="00106045">
        <w:tab/>
        <w:t>0424 106 5474</w:t>
      </w:r>
    </w:p>
    <w:p w:rsidR="00D6401E" w:rsidRDefault="00D6401E" w:rsidP="00A4605B">
      <w:pPr>
        <w:ind w:left="360"/>
      </w:pPr>
      <w:r>
        <w:tab/>
        <w:t>Luis Nunez</w:t>
      </w:r>
      <w:r>
        <w:tab/>
      </w:r>
      <w:r>
        <w:tab/>
      </w:r>
      <w:r>
        <w:tab/>
      </w:r>
      <w:r w:rsidR="00BF74A3">
        <w:t xml:space="preserve">Logistics </w:t>
      </w:r>
      <w:r w:rsidR="00076C58">
        <w:t>Assistant</w:t>
      </w:r>
      <w:r w:rsidR="00106045">
        <w:tab/>
      </w:r>
      <w:r w:rsidR="00106045">
        <w:tab/>
      </w:r>
      <w:r w:rsidR="00106045">
        <w:tab/>
        <w:t>0424 158 2387</w:t>
      </w:r>
    </w:p>
    <w:p w:rsidR="00D6401E" w:rsidRDefault="00D6401E" w:rsidP="00A4605B">
      <w:pPr>
        <w:ind w:left="360"/>
      </w:pPr>
      <w:r>
        <w:tab/>
        <w:t>Jesus Van Der Velde</w:t>
      </w:r>
      <w:r>
        <w:tab/>
      </w:r>
      <w:r w:rsidR="00106045">
        <w:tab/>
        <w:t>Resident Mechanical Engineer</w:t>
      </w:r>
      <w:r w:rsidR="00106045">
        <w:tab/>
        <w:t>0424 157 1237</w:t>
      </w:r>
    </w:p>
    <w:p w:rsidR="004B6A6E" w:rsidRDefault="004B6A6E" w:rsidP="00A4605B">
      <w:pPr>
        <w:ind w:left="360"/>
      </w:pPr>
      <w:r>
        <w:tab/>
        <w:t>Clayton Ely</w:t>
      </w:r>
      <w:r>
        <w:tab/>
      </w:r>
      <w:r>
        <w:tab/>
      </w:r>
      <w:r>
        <w:tab/>
        <w:t>Quality Assurance / Quality Control</w:t>
      </w:r>
      <w:r>
        <w:tab/>
        <w:t xml:space="preserve">0424 </w:t>
      </w:r>
      <w:r w:rsidR="00472E11">
        <w:t>157 7508</w:t>
      </w:r>
    </w:p>
    <w:p w:rsidR="00076C58" w:rsidRDefault="00076C58" w:rsidP="00A4605B">
      <w:pPr>
        <w:ind w:left="360"/>
      </w:pPr>
      <w:r>
        <w:tab/>
        <w:t>Nicole Martinez</w:t>
      </w:r>
      <w:r>
        <w:tab/>
      </w:r>
      <w:r>
        <w:tab/>
        <w:t>SHA Manager</w:t>
      </w:r>
      <w:r>
        <w:tab/>
      </w:r>
      <w:r>
        <w:tab/>
      </w:r>
      <w:r>
        <w:tab/>
      </w:r>
      <w:r>
        <w:tab/>
        <w:t>0416 630 4377</w:t>
      </w:r>
    </w:p>
    <w:p w:rsidR="006E42D4" w:rsidRDefault="006E42D4" w:rsidP="00A4605B">
      <w:pPr>
        <w:ind w:left="360"/>
      </w:pPr>
      <w:r>
        <w:tab/>
        <w:t>Terry Henry</w:t>
      </w:r>
      <w:r>
        <w:tab/>
      </w:r>
      <w:r>
        <w:tab/>
      </w:r>
      <w:r>
        <w:tab/>
        <w:t>Electrical Superintendent</w:t>
      </w:r>
      <w:r>
        <w:tab/>
      </w:r>
      <w:r>
        <w:tab/>
        <w:t>0424 216 5507</w:t>
      </w:r>
    </w:p>
    <w:p w:rsidR="008A7F66" w:rsidRDefault="008A7F66" w:rsidP="00A4605B">
      <w:pPr>
        <w:ind w:left="360"/>
      </w:pPr>
      <w:r>
        <w:tab/>
        <w:t>Luis Garcia</w:t>
      </w:r>
      <w:r>
        <w:tab/>
      </w:r>
      <w:r>
        <w:tab/>
      </w:r>
      <w:r>
        <w:tab/>
        <w:t>Administrative Assistant</w:t>
      </w:r>
      <w:r>
        <w:tab/>
      </w:r>
      <w:r>
        <w:tab/>
        <w:t>0414 174 6245</w:t>
      </w:r>
    </w:p>
    <w:p w:rsidR="00DD543A" w:rsidRDefault="005C2F01" w:rsidP="00A4605B">
      <w:pPr>
        <w:ind w:left="360"/>
      </w:pPr>
      <w:r>
        <w:tab/>
      </w:r>
    </w:p>
    <w:p w:rsidR="00192800" w:rsidRDefault="00DD543A" w:rsidP="00A4605B">
      <w:pPr>
        <w:ind w:left="360"/>
        <w:rPr>
          <w:b/>
        </w:rPr>
      </w:pPr>
      <w:r w:rsidRPr="00DD543A">
        <w:rPr>
          <w:b/>
        </w:rPr>
        <w:t>General Items:</w:t>
      </w:r>
      <w:r>
        <w:rPr>
          <w:b/>
        </w:rPr>
        <w:t xml:space="preserve"> </w:t>
      </w:r>
    </w:p>
    <w:p w:rsidR="00DD543A" w:rsidRDefault="00835349" w:rsidP="009C4477">
      <w:pPr>
        <w:numPr>
          <w:ilvl w:val="0"/>
          <w:numId w:val="36"/>
        </w:numPr>
        <w:ind w:left="360"/>
      </w:pPr>
      <w:r>
        <w:t>Power Block</w:t>
      </w:r>
      <w:r w:rsidR="00DB58DF">
        <w:t>, Site North Side</w:t>
      </w:r>
      <w:r w:rsidR="008A327B">
        <w:t xml:space="preserve"> and Fuel Block, Site South Side</w:t>
      </w:r>
      <w:r w:rsidR="00DB58DF">
        <w:t xml:space="preserve">, </w:t>
      </w:r>
      <w:r w:rsidR="00DD543A">
        <w:t xml:space="preserve">Foundation Excavation and </w:t>
      </w:r>
      <w:r w:rsidR="00F93C1A">
        <w:t>Forming</w:t>
      </w:r>
    </w:p>
    <w:p w:rsidR="00CD07F7" w:rsidRDefault="00DD543A" w:rsidP="009C4477">
      <w:pPr>
        <w:numPr>
          <w:ilvl w:val="0"/>
          <w:numId w:val="36"/>
        </w:numPr>
        <w:ind w:left="360"/>
      </w:pPr>
      <w:r>
        <w:t xml:space="preserve">National Guard quarters </w:t>
      </w:r>
      <w:r w:rsidR="00E621EC">
        <w:t>R</w:t>
      </w:r>
      <w:r>
        <w:t>efurbishment</w:t>
      </w:r>
      <w:r w:rsidR="00E621EC">
        <w:t xml:space="preserve">:  </w:t>
      </w:r>
      <w:r w:rsidR="003F0E46">
        <w:t>Vepica and EDC on Site Rep Moved into their offices on 21JUL10</w:t>
      </w:r>
      <w:r w:rsidR="00225EFD">
        <w:t>.</w:t>
      </w:r>
      <w:r w:rsidR="003F0E46">
        <w:t xml:space="preserve">  Bathroom </w:t>
      </w:r>
      <w:r w:rsidR="00C97198">
        <w:t>99% complete; hot water heater needs piping; we now have water</w:t>
      </w:r>
    </w:p>
    <w:p w:rsidR="001A29A1" w:rsidRDefault="007B3A43" w:rsidP="001A29A1">
      <w:pPr>
        <w:numPr>
          <w:ilvl w:val="0"/>
          <w:numId w:val="36"/>
        </w:numPr>
        <w:ind w:left="360"/>
      </w:pPr>
      <w:r>
        <w:t xml:space="preserve">Precomprimido </w:t>
      </w:r>
      <w:r w:rsidR="00E621EC">
        <w:t>back on Site and working seven days a week.</w:t>
      </w:r>
    </w:p>
    <w:p w:rsidR="001A29A1" w:rsidRDefault="0042514F" w:rsidP="001A29A1">
      <w:pPr>
        <w:numPr>
          <w:ilvl w:val="0"/>
          <w:numId w:val="36"/>
        </w:numPr>
        <w:ind w:left="360"/>
      </w:pPr>
      <w:r>
        <w:t xml:space="preserve">Booking secured for Unit 200, 300 and 400; </w:t>
      </w:r>
      <w:r w:rsidR="008E73B1">
        <w:t>Ship has sailed; ETA to Port on 20JUL10</w:t>
      </w:r>
      <w:r>
        <w:t xml:space="preserve"> </w:t>
      </w:r>
    </w:p>
    <w:p w:rsidR="00B34603" w:rsidRDefault="001E471F" w:rsidP="001A29A1">
      <w:pPr>
        <w:numPr>
          <w:ilvl w:val="0"/>
          <w:numId w:val="36"/>
        </w:numPr>
        <w:ind w:left="360"/>
      </w:pPr>
      <w:r>
        <w:t>Wareh</w:t>
      </w:r>
      <w:r w:rsidR="000C4F63">
        <w:t xml:space="preserve">ouse </w:t>
      </w:r>
      <w:r w:rsidR="003F0E46">
        <w:t>and the EDC Material</w:t>
      </w:r>
      <w:r w:rsidR="00C97198">
        <w:t>:</w:t>
      </w:r>
      <w:r w:rsidR="003F0E46">
        <w:t xml:space="preserve"> </w:t>
      </w:r>
      <w:r w:rsidR="00C97198">
        <w:t>Heavy Daily Progress</w:t>
      </w:r>
    </w:p>
    <w:p w:rsidR="00316D3A" w:rsidRDefault="00AC42E9" w:rsidP="001A29A1">
      <w:pPr>
        <w:numPr>
          <w:ilvl w:val="0"/>
          <w:numId w:val="36"/>
        </w:numPr>
        <w:ind w:left="360"/>
      </w:pPr>
      <w:r>
        <w:t>Katherine Rainey on Site today.</w:t>
      </w:r>
    </w:p>
    <w:p w:rsidR="00DD543A" w:rsidRDefault="00DD543A" w:rsidP="00A4605B">
      <w:pPr>
        <w:ind w:left="360"/>
      </w:pPr>
    </w:p>
    <w:p w:rsidR="00881943" w:rsidRDefault="006E5471" w:rsidP="00A4605B">
      <w:pPr>
        <w:ind w:left="360"/>
        <w:rPr>
          <w:b/>
        </w:rPr>
      </w:pPr>
      <w:r>
        <w:rPr>
          <w:b/>
        </w:rPr>
        <w:t>Action Items:</w:t>
      </w:r>
    </w:p>
    <w:p w:rsidR="008A327B" w:rsidRPr="00534AD4" w:rsidRDefault="00CB6A87" w:rsidP="00534AD4">
      <w:pPr>
        <w:numPr>
          <w:ilvl w:val="0"/>
          <w:numId w:val="33"/>
        </w:numPr>
        <w:ind w:left="360"/>
        <w:rPr>
          <w:b/>
        </w:rPr>
      </w:pPr>
      <w:bookmarkStart w:id="0" w:name="OLE_LINK1"/>
      <w:bookmarkStart w:id="1" w:name="OLE_LINK2"/>
      <w:r>
        <w:t>Engineer</w:t>
      </w:r>
      <w:r w:rsidR="00D11813">
        <w:t>ing and desi</w:t>
      </w:r>
      <w:r w:rsidR="00167C75">
        <w:t>g</w:t>
      </w:r>
      <w:r w:rsidR="00B1280E">
        <w:t>n</w:t>
      </w:r>
      <w:r w:rsidR="008A327B">
        <w:t xml:space="preserve"> continues for the entire Site:  Site requires the following information:</w:t>
      </w:r>
    </w:p>
    <w:bookmarkEnd w:id="0"/>
    <w:bookmarkEnd w:id="1"/>
    <w:p w:rsidR="00FD2AF5" w:rsidRPr="000C4F63" w:rsidRDefault="00FD2AF5" w:rsidP="0086538E">
      <w:pPr>
        <w:numPr>
          <w:ilvl w:val="0"/>
          <w:numId w:val="33"/>
        </w:numPr>
        <w:ind w:left="360"/>
        <w:rPr>
          <w:b/>
        </w:rPr>
      </w:pPr>
      <w:r>
        <w:t>Location of cable tray supports and details</w:t>
      </w:r>
    </w:p>
    <w:p w:rsidR="000C4F63" w:rsidRPr="00FD2AF5" w:rsidRDefault="000C4F63" w:rsidP="0086538E">
      <w:pPr>
        <w:numPr>
          <w:ilvl w:val="0"/>
          <w:numId w:val="33"/>
        </w:numPr>
        <w:ind w:left="360"/>
        <w:rPr>
          <w:b/>
        </w:rPr>
      </w:pPr>
      <w:r>
        <w:lastRenderedPageBreak/>
        <w:t xml:space="preserve">Any and all underground piping </w:t>
      </w:r>
    </w:p>
    <w:p w:rsidR="000C4F63" w:rsidRPr="00C97198" w:rsidRDefault="000C4F63" w:rsidP="0086538E">
      <w:pPr>
        <w:numPr>
          <w:ilvl w:val="0"/>
          <w:numId w:val="33"/>
        </w:numPr>
        <w:ind w:left="360"/>
        <w:rPr>
          <w:b/>
        </w:rPr>
      </w:pPr>
      <w:r>
        <w:t>Unit Aux Transformer Foundation and coordinates required</w:t>
      </w:r>
    </w:p>
    <w:p w:rsidR="00C97198" w:rsidRPr="00FD2AF5" w:rsidRDefault="00C97198" w:rsidP="0086538E">
      <w:pPr>
        <w:numPr>
          <w:ilvl w:val="0"/>
          <w:numId w:val="33"/>
        </w:numPr>
        <w:ind w:left="360"/>
        <w:rPr>
          <w:b/>
        </w:rPr>
      </w:pPr>
      <w:r>
        <w:t>Coordinated drawings for the sub-station layout</w:t>
      </w:r>
    </w:p>
    <w:p w:rsidR="00FD2AF5" w:rsidRPr="008A327B" w:rsidRDefault="00FD2AF5" w:rsidP="00FD2AF5">
      <w:pPr>
        <w:ind w:left="360"/>
        <w:rPr>
          <w:b/>
        </w:rPr>
      </w:pPr>
    </w:p>
    <w:p w:rsidR="00881943" w:rsidRDefault="00DD543A" w:rsidP="00A4605B">
      <w:pPr>
        <w:ind w:left="360"/>
        <w:rPr>
          <w:b/>
        </w:rPr>
      </w:pPr>
      <w:r>
        <w:rPr>
          <w:b/>
        </w:rPr>
        <w:t xml:space="preserve">Civil:  </w:t>
      </w:r>
    </w:p>
    <w:p w:rsidR="00192800" w:rsidRDefault="008910A6" w:rsidP="00674C98">
      <w:pPr>
        <w:numPr>
          <w:ilvl w:val="0"/>
          <w:numId w:val="34"/>
        </w:numPr>
        <w:ind w:left="360"/>
      </w:pPr>
      <w:r>
        <w:t xml:space="preserve">Site </w:t>
      </w:r>
      <w:r w:rsidR="00AB625A">
        <w:t>is drying up well</w:t>
      </w:r>
      <w:r w:rsidR="00C97198">
        <w:t>; we get some rain almost every night</w:t>
      </w:r>
    </w:p>
    <w:p w:rsidR="00106345" w:rsidRDefault="00106345" w:rsidP="00A4605B">
      <w:pPr>
        <w:numPr>
          <w:ilvl w:val="0"/>
          <w:numId w:val="34"/>
        </w:numPr>
        <w:ind w:left="360"/>
      </w:pPr>
      <w:r>
        <w:t xml:space="preserve">National </w:t>
      </w:r>
      <w:r w:rsidR="00106B68">
        <w:t>G</w:t>
      </w:r>
      <w:r>
        <w:t xml:space="preserve">uard </w:t>
      </w:r>
      <w:r w:rsidR="007B7588">
        <w:t>Q</w:t>
      </w:r>
      <w:r>
        <w:t xml:space="preserve">uarters </w:t>
      </w:r>
      <w:r w:rsidR="007B7588">
        <w:t>R</w:t>
      </w:r>
      <w:r>
        <w:t>efurbishment</w:t>
      </w:r>
      <w:r w:rsidR="00A131CF">
        <w:t xml:space="preserve">:  </w:t>
      </w:r>
      <w:r w:rsidR="00534AD4">
        <w:t>Overall completion at 9</w:t>
      </w:r>
      <w:r w:rsidR="00523390">
        <w:t>7</w:t>
      </w:r>
      <w:r w:rsidR="00534AD4">
        <w:t>%</w:t>
      </w:r>
      <w:r w:rsidR="001B1B02">
        <w:t>.</w:t>
      </w:r>
    </w:p>
    <w:p w:rsidR="00E45401" w:rsidRDefault="000C4F63" w:rsidP="000C4F63">
      <w:pPr>
        <w:numPr>
          <w:ilvl w:val="0"/>
          <w:numId w:val="34"/>
        </w:numPr>
        <w:ind w:left="360"/>
      </w:pPr>
      <w:r>
        <w:t xml:space="preserve">Inlet </w:t>
      </w:r>
      <w:r w:rsidR="00C97198">
        <w:t>A</w:t>
      </w:r>
      <w:r>
        <w:t xml:space="preserve">pproach </w:t>
      </w:r>
      <w:r w:rsidR="00C97198">
        <w:t>To Site: All main concrete poured; side walk is all that’</w:t>
      </w:r>
      <w:r w:rsidR="00523390">
        <w:t>s left; painting well under way and it looks great</w:t>
      </w:r>
    </w:p>
    <w:p w:rsidR="006510B5" w:rsidRPr="006510B5" w:rsidRDefault="006510B5" w:rsidP="006510B5">
      <w:pPr>
        <w:rPr>
          <w:b/>
        </w:rPr>
      </w:pPr>
    </w:p>
    <w:p w:rsidR="00FD2AF5" w:rsidRPr="00316D3A" w:rsidRDefault="00141564" w:rsidP="00FD2AF5">
      <w:pPr>
        <w:numPr>
          <w:ilvl w:val="0"/>
          <w:numId w:val="34"/>
        </w:numPr>
        <w:ind w:left="360"/>
        <w:rPr>
          <w:b/>
        </w:rPr>
      </w:pPr>
      <w:r w:rsidRPr="00316D3A">
        <w:rPr>
          <w:b/>
        </w:rPr>
        <w:t xml:space="preserve">Concrete/Foundations:  </w:t>
      </w:r>
    </w:p>
    <w:p w:rsidR="00534AD4" w:rsidRDefault="00534AD4" w:rsidP="00AC0191">
      <w:pPr>
        <w:numPr>
          <w:ilvl w:val="0"/>
          <w:numId w:val="34"/>
        </w:numPr>
        <w:ind w:left="360"/>
      </w:pPr>
      <w:r>
        <w:t>Raw LF Tank</w:t>
      </w:r>
      <w:r w:rsidR="00C97198">
        <w:t xml:space="preserve"> Ring Foundation</w:t>
      </w:r>
      <w:r>
        <w:t>:</w:t>
      </w:r>
      <w:r w:rsidR="00C97198">
        <w:t xml:space="preserve"> Poured; 100% Complete; forms stripped; backfill underway</w:t>
      </w:r>
      <w:r>
        <w:t xml:space="preserve">  </w:t>
      </w:r>
    </w:p>
    <w:p w:rsidR="00534AD4" w:rsidRDefault="00534AD4" w:rsidP="00AC0191">
      <w:pPr>
        <w:numPr>
          <w:ilvl w:val="0"/>
          <w:numId w:val="34"/>
        </w:numPr>
        <w:ind w:left="360"/>
      </w:pPr>
      <w:r>
        <w:t>Treated Fuel Tank</w:t>
      </w:r>
      <w:r w:rsidR="008910A6">
        <w:t xml:space="preserve"> Ring Foundation</w:t>
      </w:r>
      <w:r>
        <w:t xml:space="preserve">:  </w:t>
      </w:r>
      <w:r w:rsidR="008E73B1">
        <w:t>Poured; 100% Complete</w:t>
      </w:r>
      <w:r w:rsidR="00712FF2">
        <w:t>; Forms Stripped; Backfill underway</w:t>
      </w:r>
    </w:p>
    <w:p w:rsidR="00534AD4" w:rsidRDefault="00534AD4" w:rsidP="00AC0191">
      <w:pPr>
        <w:numPr>
          <w:ilvl w:val="0"/>
          <w:numId w:val="34"/>
        </w:numPr>
        <w:ind w:left="360"/>
      </w:pPr>
      <w:r>
        <w:t xml:space="preserve">Raw Water Tank:  </w:t>
      </w:r>
      <w:r w:rsidR="008910A6">
        <w:t>Poured; 100% Complete</w:t>
      </w:r>
      <w:r w:rsidR="00712FF2">
        <w:t>; Backfill Complete</w:t>
      </w:r>
    </w:p>
    <w:p w:rsidR="008910A6" w:rsidRPr="008910A6" w:rsidRDefault="00534AD4" w:rsidP="001D6B21">
      <w:pPr>
        <w:numPr>
          <w:ilvl w:val="0"/>
          <w:numId w:val="34"/>
        </w:numPr>
        <w:ind w:left="360"/>
        <w:rPr>
          <w:b/>
        </w:rPr>
      </w:pPr>
      <w:r>
        <w:t xml:space="preserve">Unit 100 GSU:  </w:t>
      </w:r>
      <w:r w:rsidR="00712FF2">
        <w:t>Lower Pad Poured; Containment walls and blast walls are next</w:t>
      </w:r>
    </w:p>
    <w:p w:rsidR="001D6B21" w:rsidRPr="008910A6" w:rsidRDefault="00534AD4" w:rsidP="001D6B21">
      <w:pPr>
        <w:numPr>
          <w:ilvl w:val="0"/>
          <w:numId w:val="34"/>
        </w:numPr>
        <w:ind w:left="360"/>
        <w:rPr>
          <w:b/>
        </w:rPr>
      </w:pPr>
      <w:r>
        <w:t>Unit 200 GSU</w:t>
      </w:r>
      <w:r w:rsidR="000D6489">
        <w:t xml:space="preserve">:  Excavation Complete; </w:t>
      </w:r>
      <w:r w:rsidR="00712FF2">
        <w:t>should pour bottom pad on 2</w:t>
      </w:r>
      <w:r w:rsidR="00C97198">
        <w:t>6</w:t>
      </w:r>
      <w:r w:rsidR="00712FF2">
        <w:t>JUL10</w:t>
      </w:r>
      <w:r w:rsidR="00C97198">
        <w:t>; embedded conduit complete</w:t>
      </w:r>
    </w:p>
    <w:p w:rsidR="00316D3A" w:rsidRPr="008910A6" w:rsidRDefault="000D6489" w:rsidP="0074137B">
      <w:pPr>
        <w:numPr>
          <w:ilvl w:val="0"/>
          <w:numId w:val="34"/>
        </w:numPr>
        <w:ind w:left="360"/>
        <w:rPr>
          <w:b/>
        </w:rPr>
      </w:pPr>
      <w:r>
        <w:t>Unit 300 and Unit 400 GSU:  Excavation Complete; Seal Slab Comple</w:t>
      </w:r>
      <w:r w:rsidR="00712FF2">
        <w:t xml:space="preserve">te; forms and rebar have begun; embedded conduit at </w:t>
      </w:r>
      <w:r w:rsidR="00523390">
        <w:t>90</w:t>
      </w:r>
      <w:r w:rsidR="00712FF2">
        <w:t>% Complete</w:t>
      </w:r>
    </w:p>
    <w:p w:rsidR="008910A6" w:rsidRPr="0074137B" w:rsidRDefault="008910A6" w:rsidP="0074137B">
      <w:pPr>
        <w:numPr>
          <w:ilvl w:val="0"/>
          <w:numId w:val="34"/>
        </w:numPr>
        <w:ind w:left="360"/>
        <w:rPr>
          <w:b/>
        </w:rPr>
      </w:pPr>
      <w:r>
        <w:t xml:space="preserve">LM6000 Cooling Tower Foundation; </w:t>
      </w:r>
      <w:r w:rsidR="00712FF2">
        <w:t>Poured; 100% Complete</w:t>
      </w:r>
    </w:p>
    <w:p w:rsidR="000D6489" w:rsidRPr="000D6489" w:rsidRDefault="000D6489" w:rsidP="000D6489">
      <w:pPr>
        <w:rPr>
          <w:b/>
        </w:rPr>
      </w:pPr>
    </w:p>
    <w:p w:rsidR="00377A1F" w:rsidRDefault="00125E3E" w:rsidP="000D6489">
      <w:pPr>
        <w:ind w:left="360"/>
        <w:rPr>
          <w:b/>
        </w:rPr>
      </w:pPr>
      <w:r>
        <w:rPr>
          <w:b/>
        </w:rPr>
        <w:t xml:space="preserve">Mechanical: </w:t>
      </w:r>
    </w:p>
    <w:p w:rsidR="00796C52" w:rsidRPr="00796C52" w:rsidRDefault="00796C52" w:rsidP="00796C52">
      <w:pPr>
        <w:numPr>
          <w:ilvl w:val="0"/>
          <w:numId w:val="37"/>
        </w:numPr>
        <w:ind w:left="360"/>
        <w:rPr>
          <w:b/>
        </w:rPr>
      </w:pPr>
      <w:r>
        <w:t>Main mechanical contractor has been selected and will mobilize in roughly two to three weeks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A4605B">
      <w:pPr>
        <w:ind w:left="360"/>
        <w:rPr>
          <w:b/>
        </w:rPr>
      </w:pPr>
      <w:r>
        <w:rPr>
          <w:b/>
        </w:rPr>
        <w:t>Electrical:</w:t>
      </w:r>
    </w:p>
    <w:p w:rsidR="00125E3E" w:rsidRDefault="00796C52" w:rsidP="00377A1F">
      <w:pPr>
        <w:numPr>
          <w:ilvl w:val="0"/>
          <w:numId w:val="37"/>
        </w:numPr>
        <w:ind w:left="360"/>
      </w:pPr>
      <w:r>
        <w:t>Cathodic protection vendor selected and purchase order issues</w:t>
      </w:r>
    </w:p>
    <w:p w:rsidR="00796C52" w:rsidRDefault="00796C52" w:rsidP="00377A1F">
      <w:pPr>
        <w:numPr>
          <w:ilvl w:val="0"/>
          <w:numId w:val="37"/>
        </w:numPr>
        <w:ind w:left="360"/>
      </w:pPr>
      <w:r>
        <w:t>Main electrical contractor has been selected and is beginning to mobilize with 4 crafts on Site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A4605B">
      <w:pPr>
        <w:ind w:left="360"/>
        <w:rPr>
          <w:b/>
        </w:rPr>
      </w:pPr>
      <w:r>
        <w:rPr>
          <w:b/>
        </w:rPr>
        <w:t xml:space="preserve">Scheduled Items: </w:t>
      </w:r>
    </w:p>
    <w:p w:rsidR="00712FF2" w:rsidRPr="006E5471" w:rsidRDefault="00712FF2" w:rsidP="001B1B02">
      <w:pPr>
        <w:numPr>
          <w:ilvl w:val="0"/>
          <w:numId w:val="37"/>
        </w:numPr>
        <w:ind w:left="360"/>
        <w:rPr>
          <w:b/>
        </w:rPr>
      </w:pPr>
      <w:r>
        <w:t xml:space="preserve">LM6000 Mechanical Shed Piers:  </w:t>
      </w:r>
      <w:r w:rsidR="00523390">
        <w:t>Poured; 100% Complete</w:t>
      </w:r>
    </w:p>
    <w:p w:rsidR="006E5471" w:rsidRPr="006E5471" w:rsidRDefault="00523390" w:rsidP="001B1B02">
      <w:pPr>
        <w:numPr>
          <w:ilvl w:val="0"/>
          <w:numId w:val="37"/>
        </w:numPr>
        <w:ind w:left="360"/>
        <w:rPr>
          <w:b/>
        </w:rPr>
      </w:pPr>
      <w:r>
        <w:t>Total</w:t>
      </w:r>
      <w:r w:rsidR="006E5471">
        <w:t xml:space="preserve"> Approach Road</w:t>
      </w:r>
      <w:r>
        <w:t xml:space="preserve"> Modifications</w:t>
      </w:r>
      <w:r w:rsidR="006E5471">
        <w:t xml:space="preserve">:  </w:t>
      </w:r>
      <w:r>
        <w:t>Poured; 100% Complete</w:t>
      </w:r>
    </w:p>
    <w:p w:rsidR="00796C52" w:rsidRPr="00523390" w:rsidRDefault="006E5471" w:rsidP="00523390">
      <w:pPr>
        <w:numPr>
          <w:ilvl w:val="0"/>
          <w:numId w:val="37"/>
        </w:numPr>
        <w:ind w:left="360"/>
        <w:rPr>
          <w:b/>
        </w:rPr>
      </w:pPr>
      <w:r>
        <w:t>GSU 200 Bottom Main Pad:  Scheduled to Pour on 2</w:t>
      </w:r>
      <w:r w:rsidR="00796C52">
        <w:t>6</w:t>
      </w:r>
      <w:r>
        <w:t>JUL10</w:t>
      </w:r>
    </w:p>
    <w:p w:rsidR="00F06CFE" w:rsidRDefault="00F06CFE" w:rsidP="00F06CFE">
      <w:pPr>
        <w:ind w:left="360"/>
      </w:pPr>
    </w:p>
    <w:p w:rsidR="00C66126" w:rsidRDefault="001F120F" w:rsidP="00F06CFE">
      <w:pPr>
        <w:numPr>
          <w:ilvl w:val="0"/>
          <w:numId w:val="37"/>
        </w:numPr>
        <w:ind w:left="360"/>
      </w:pPr>
      <w:r>
        <w:rPr>
          <w:b/>
        </w:rPr>
        <w:t xml:space="preserve">Critical Areas of Concern: </w:t>
      </w:r>
    </w:p>
    <w:p w:rsidR="004B6A6E" w:rsidRDefault="008910A6" w:rsidP="00377A1F">
      <w:pPr>
        <w:numPr>
          <w:ilvl w:val="0"/>
          <w:numId w:val="35"/>
        </w:numPr>
        <w:ind w:left="360"/>
      </w:pPr>
      <w:r>
        <w:t xml:space="preserve">EDC Equipment </w:t>
      </w:r>
      <w:r w:rsidR="00AB625A">
        <w:t xml:space="preserve">Relocation </w:t>
      </w:r>
      <w:r w:rsidR="00712FF2">
        <w:t>to going well and proceeding at a good pace</w:t>
      </w:r>
      <w:r w:rsidR="00AB625A">
        <w:t>!</w:t>
      </w:r>
    </w:p>
    <w:p w:rsidR="00132197" w:rsidRDefault="00132197" w:rsidP="00377A1F">
      <w:pPr>
        <w:numPr>
          <w:ilvl w:val="0"/>
          <w:numId w:val="35"/>
        </w:numPr>
        <w:ind w:left="360"/>
      </w:pPr>
      <w:r>
        <w:t>W</w:t>
      </w:r>
      <w:r w:rsidR="00AB625A">
        <w:t xml:space="preserve">arehouse </w:t>
      </w:r>
      <w:r w:rsidR="00712FF2">
        <w:t>is organized and receiving the EDC material as it arrives.</w:t>
      </w:r>
    </w:p>
    <w:p w:rsidR="000D48C3" w:rsidRPr="00F06CFE" w:rsidRDefault="00E85D09" w:rsidP="00F06CFE">
      <w:pPr>
        <w:numPr>
          <w:ilvl w:val="0"/>
          <w:numId w:val="35"/>
        </w:numPr>
        <w:ind w:left="360"/>
        <w:rPr>
          <w:b/>
        </w:rPr>
      </w:pPr>
      <w:r>
        <w:t xml:space="preserve">We need a schedule from EDC on when the services will be </w:t>
      </w:r>
      <w:r w:rsidR="00F06CFE">
        <w:t>installed;</w:t>
      </w:r>
      <w:r>
        <w:t xml:space="preserve"> these include the water pipe line, </w:t>
      </w:r>
      <w:r w:rsidR="0074137B">
        <w:t>t</w:t>
      </w:r>
      <w:r>
        <w:t>he gas pipe line and the 1.5 MWATT construction temp feeder for commissioning the plant.</w:t>
      </w:r>
      <w:r w:rsidR="000D48C3" w:rsidRPr="00F06CFE">
        <w:rPr>
          <w:b/>
        </w:rPr>
        <w:tab/>
      </w:r>
    </w:p>
    <w:p w:rsidR="000331AE" w:rsidRPr="00B0232D" w:rsidRDefault="000331AE" w:rsidP="003F7CF6">
      <w:pPr>
        <w:jc w:val="right"/>
        <w:rPr>
          <w:b/>
        </w:rPr>
      </w:pPr>
    </w:p>
    <w:sectPr w:rsidR="000331AE" w:rsidRPr="00B0232D" w:rsidSect="009C4477">
      <w:footerReference w:type="default" r:id="rId7"/>
      <w:headerReference w:type="first" r:id="rId8"/>
      <w:footerReference w:type="first" r:id="rId9"/>
      <w:pgSz w:w="11909" w:h="16834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B5F" w:rsidRDefault="004B3B5F">
      <w:r>
        <w:separator/>
      </w:r>
    </w:p>
  </w:endnote>
  <w:endnote w:type="continuationSeparator" w:id="0">
    <w:p w:rsidR="004B3B5F" w:rsidRDefault="004B3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8D4FC0" w:rsidP="00F62712">
          <w:pPr>
            <w:pStyle w:val="Footer"/>
            <w:spacing w:before="60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5" name="Picture 5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E82D82">
          <w:pPr>
            <w:pStyle w:val="Footer"/>
          </w:pPr>
          <w:r w:rsidRPr="000E0FE8">
            <w:t xml:space="preserve">Page </w:t>
          </w:r>
          <w:r w:rsidR="00BC0C11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BC0C11" w:rsidRPr="00F62712">
            <w:rPr>
              <w:i w:val="0"/>
            </w:rPr>
            <w:fldChar w:fldCharType="separate"/>
          </w:r>
          <w:r w:rsidR="00523390">
            <w:rPr>
              <w:i w:val="0"/>
              <w:noProof/>
            </w:rPr>
            <w:t>2</w:t>
          </w:r>
          <w:r w:rsidR="00BC0C11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8D4FC0" w:rsidP="00F62712">
          <w:pPr>
            <w:pStyle w:val="Footer"/>
            <w:spacing w:before="60"/>
            <w:jc w:val="left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6" name="Picture 6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7A4374">
          <w:pPr>
            <w:pStyle w:val="Footer"/>
          </w:pPr>
          <w:r w:rsidRPr="000E0FE8">
            <w:t xml:space="preserve">Page </w:t>
          </w:r>
          <w:r w:rsidR="00BC0C11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BC0C11" w:rsidRPr="00F62712">
            <w:rPr>
              <w:i w:val="0"/>
            </w:rPr>
            <w:fldChar w:fldCharType="separate"/>
          </w:r>
          <w:r w:rsidR="00523390">
            <w:rPr>
              <w:i w:val="0"/>
              <w:noProof/>
            </w:rPr>
            <w:t>1</w:t>
          </w:r>
          <w:r w:rsidR="00BC0C11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B5F" w:rsidRDefault="004B3B5F">
      <w:r>
        <w:separator/>
      </w:r>
    </w:p>
  </w:footnote>
  <w:footnote w:type="continuationSeparator" w:id="0">
    <w:p w:rsidR="004B3B5F" w:rsidRDefault="004B3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888"/>
      <w:gridCol w:w="5688"/>
    </w:tblGrid>
    <w:tr w:rsidR="00237BC9">
      <w:tc>
        <w:tcPr>
          <w:tcW w:w="3888" w:type="dxa"/>
          <w:vAlign w:val="center"/>
        </w:tcPr>
        <w:p w:rsidR="00237BC9" w:rsidRPr="00F62712" w:rsidRDefault="008D4FC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743075" cy="666750"/>
                <wp:effectExtent l="19050" t="0" r="9525" b="0"/>
                <wp:docPr id="1" name="Picture 1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</w:tcPr>
        <w:p w:rsidR="00237BC9" w:rsidRPr="00F62712" w:rsidRDefault="00237BC9" w:rsidP="00217144">
          <w:pPr>
            <w:pStyle w:val="Header"/>
            <w:jc w:val="center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 xml:space="preserve"> </w:t>
          </w:r>
          <w:r w:rsidR="00217144">
            <w:rPr>
              <w:rFonts w:ascii="Arial" w:hAnsi="Arial" w:cs="Arial"/>
              <w:sz w:val="40"/>
              <w:szCs w:val="40"/>
            </w:rPr>
            <w:t>Guarenas Power Project</w:t>
          </w:r>
        </w:p>
      </w:tc>
    </w:tr>
    <w:tr w:rsidR="00237BC9">
      <w:tc>
        <w:tcPr>
          <w:tcW w:w="3888" w:type="dxa"/>
        </w:tcPr>
        <w:p w:rsidR="00237BC9" w:rsidRDefault="00237BC9" w:rsidP="001C7D40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Date:</w:t>
          </w:r>
          <w:r>
            <w:rPr>
              <w:rFonts w:ascii="Arial" w:hAnsi="Arial" w:cs="Arial"/>
              <w:b/>
            </w:rPr>
            <w:t xml:space="preserve"> </w:t>
          </w:r>
          <w:r w:rsidR="007F3FEE">
            <w:rPr>
              <w:rFonts w:ascii="Arial" w:hAnsi="Arial" w:cs="Arial"/>
            </w:rPr>
            <w:t xml:space="preserve"> </w:t>
          </w:r>
          <w:r w:rsidR="00070CC4">
            <w:rPr>
              <w:rFonts w:ascii="Arial" w:hAnsi="Arial" w:cs="Arial"/>
            </w:rPr>
            <w:t>Saturday</w:t>
          </w:r>
          <w:r w:rsidR="00A249EF">
            <w:rPr>
              <w:rFonts w:ascii="Arial" w:hAnsi="Arial" w:cs="Arial"/>
            </w:rPr>
            <w:t xml:space="preserve"> / </w:t>
          </w:r>
          <w:r w:rsidR="00070CC4">
            <w:rPr>
              <w:rFonts w:ascii="Arial" w:hAnsi="Arial" w:cs="Arial"/>
            </w:rPr>
            <w:t>Sunday</w:t>
          </w:r>
        </w:p>
        <w:p w:rsidR="00753460" w:rsidRPr="00F62712" w:rsidRDefault="001C7D40" w:rsidP="00070CC4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</w:t>
          </w:r>
          <w:r w:rsidR="00070CC4">
            <w:rPr>
              <w:rFonts w:ascii="Arial" w:hAnsi="Arial" w:cs="Arial"/>
            </w:rPr>
            <w:t>4</w:t>
          </w:r>
          <w:r w:rsidR="00D6782D">
            <w:rPr>
              <w:rFonts w:ascii="Arial" w:hAnsi="Arial" w:cs="Arial"/>
            </w:rPr>
            <w:t>_2</w:t>
          </w:r>
          <w:r w:rsidR="00070CC4">
            <w:rPr>
              <w:rFonts w:ascii="Arial" w:hAnsi="Arial" w:cs="Arial"/>
            </w:rPr>
            <w:t>5</w:t>
          </w:r>
          <w:r w:rsidR="002E2FE0">
            <w:rPr>
              <w:rFonts w:ascii="Arial" w:hAnsi="Arial" w:cs="Arial"/>
            </w:rPr>
            <w:t>JU</w:t>
          </w:r>
          <w:r w:rsidR="00AA4102">
            <w:rPr>
              <w:rFonts w:ascii="Arial" w:hAnsi="Arial" w:cs="Arial"/>
            </w:rPr>
            <w:t>L</w:t>
          </w:r>
          <w:r w:rsidR="00753460">
            <w:rPr>
              <w:rFonts w:ascii="Arial" w:hAnsi="Arial" w:cs="Arial"/>
            </w:rPr>
            <w:t>10</w:t>
          </w:r>
        </w:p>
      </w:tc>
      <w:tc>
        <w:tcPr>
          <w:tcW w:w="5688" w:type="dxa"/>
        </w:tcPr>
        <w:p w:rsidR="00237BC9" w:rsidRDefault="00237BC9" w:rsidP="00753460">
          <w:pPr>
            <w:pStyle w:val="Header"/>
            <w:spacing w:before="60" w:after="60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Project:</w:t>
          </w:r>
          <w:r w:rsidRPr="00F62712">
            <w:rPr>
              <w:rFonts w:ascii="Arial" w:hAnsi="Arial" w:cs="Arial"/>
            </w:rPr>
            <w:t xml:space="preserve"> </w:t>
          </w:r>
          <w:r w:rsidR="00753460">
            <w:rPr>
              <w:rFonts w:ascii="Arial" w:hAnsi="Arial" w:cs="Arial"/>
            </w:rPr>
            <w:t>Guarenas Power Project</w:t>
          </w:r>
        </w:p>
        <w:p w:rsidR="00EB3D0A" w:rsidRPr="00F62712" w:rsidRDefault="00EB3D0A" w:rsidP="00753460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Guarenas, Venezuela</w:t>
          </w:r>
        </w:p>
      </w:tc>
    </w:tr>
    <w:tr w:rsidR="00237BC9">
      <w:tc>
        <w:tcPr>
          <w:tcW w:w="3888" w:type="dxa"/>
        </w:tcPr>
        <w:p w:rsidR="00237BC9" w:rsidRPr="00753460" w:rsidRDefault="00237BC9" w:rsidP="00F62712">
          <w:pPr>
            <w:pStyle w:val="Header"/>
            <w:spacing w:before="60" w:after="60"/>
            <w:rPr>
              <w:rFonts w:ascii="Arial" w:hAnsi="Arial" w:cs="Arial"/>
            </w:rPr>
          </w:pPr>
          <w:r w:rsidRPr="00753460">
            <w:rPr>
              <w:rFonts w:ascii="Arial" w:hAnsi="Arial" w:cs="Arial"/>
            </w:rPr>
            <w:t>Report By: J D Robinson</w:t>
          </w:r>
        </w:p>
      </w:tc>
      <w:tc>
        <w:tcPr>
          <w:tcW w:w="5688" w:type="dxa"/>
        </w:tcPr>
        <w:p w:rsidR="00237BC9" w:rsidRPr="00F62712" w:rsidRDefault="0075346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PM:  J D Robinson</w:t>
          </w:r>
        </w:p>
      </w:tc>
    </w:tr>
  </w:tbl>
  <w:p w:rsidR="00237BC9" w:rsidRDefault="00237B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88B2D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63264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8C46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3DAFD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61474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7AD59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5A08C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1EE5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8AA6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7230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04A6C"/>
    <w:multiLevelType w:val="hybridMultilevel"/>
    <w:tmpl w:val="F210E582"/>
    <w:lvl w:ilvl="0" w:tplc="8B2CB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57249B"/>
    <w:multiLevelType w:val="hybridMultilevel"/>
    <w:tmpl w:val="46F21C58"/>
    <w:lvl w:ilvl="0" w:tplc="C1FEE542">
      <w:start w:val="1"/>
      <w:numFmt w:val="upperLetter"/>
      <w:pStyle w:val="LtrLvl3Cha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0D5996"/>
    <w:multiLevelType w:val="hybridMultilevel"/>
    <w:tmpl w:val="32124A3E"/>
    <w:lvl w:ilvl="0" w:tplc="532AD968">
      <w:start w:val="1"/>
      <w:numFmt w:val="decimal"/>
      <w:pStyle w:val="NumLvl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3F4957"/>
    <w:multiLevelType w:val="hybridMultilevel"/>
    <w:tmpl w:val="F31E731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E080035"/>
    <w:multiLevelType w:val="hybridMultilevel"/>
    <w:tmpl w:val="04A443A0"/>
    <w:lvl w:ilvl="0" w:tplc="357C59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16BE30FB"/>
    <w:multiLevelType w:val="hybridMultilevel"/>
    <w:tmpl w:val="A0567234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19813252"/>
    <w:multiLevelType w:val="hybridMultilevel"/>
    <w:tmpl w:val="E89C4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615E5"/>
    <w:multiLevelType w:val="hybridMultilevel"/>
    <w:tmpl w:val="14F08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6F567E"/>
    <w:multiLevelType w:val="hybridMultilevel"/>
    <w:tmpl w:val="A3547120"/>
    <w:lvl w:ilvl="0" w:tplc="4B58EFB2">
      <w:start w:val="1"/>
      <w:numFmt w:val="bullet"/>
      <w:pStyle w:val="BulletLv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A92DA5"/>
    <w:multiLevelType w:val="hybridMultilevel"/>
    <w:tmpl w:val="0510912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C18409A"/>
    <w:multiLevelType w:val="hybridMultilevel"/>
    <w:tmpl w:val="28B8805A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C4124F"/>
    <w:multiLevelType w:val="hybridMultilevel"/>
    <w:tmpl w:val="2618E5C4"/>
    <w:lvl w:ilvl="0" w:tplc="399437AA">
      <w:start w:val="1"/>
      <w:numFmt w:val="bullet"/>
      <w:pStyle w:val="BulletLvl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9F13A2"/>
    <w:multiLevelType w:val="hybridMultilevel"/>
    <w:tmpl w:val="228A7EF2"/>
    <w:lvl w:ilvl="0" w:tplc="A67450D0">
      <w:start w:val="1"/>
      <w:numFmt w:val="bullet"/>
      <w:pStyle w:val="BulletLvl4"/>
      <w:lvlText w:val=""/>
      <w:lvlJc w:val="left"/>
      <w:pPr>
        <w:tabs>
          <w:tab w:val="num" w:pos="1440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634F2F"/>
    <w:multiLevelType w:val="hybridMultilevel"/>
    <w:tmpl w:val="73D638E8"/>
    <w:lvl w:ilvl="0" w:tplc="9A62100A">
      <w:start w:val="1"/>
      <w:numFmt w:val="decimal"/>
      <w:pStyle w:val="Num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DB54EF"/>
    <w:multiLevelType w:val="hybridMultilevel"/>
    <w:tmpl w:val="904AE5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660972"/>
    <w:multiLevelType w:val="hybridMultilevel"/>
    <w:tmpl w:val="33D26534"/>
    <w:lvl w:ilvl="0" w:tplc="FEF4794E">
      <w:start w:val="1"/>
      <w:numFmt w:val="decimal"/>
      <w:pStyle w:val="Num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3C5F6B"/>
    <w:multiLevelType w:val="hybridMultilevel"/>
    <w:tmpl w:val="D272119A"/>
    <w:lvl w:ilvl="0" w:tplc="AE0A69B4">
      <w:start w:val="1"/>
      <w:numFmt w:val="upperLetter"/>
      <w:pStyle w:val="Ltr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774CDD"/>
    <w:multiLevelType w:val="hybridMultilevel"/>
    <w:tmpl w:val="4B4ACA8A"/>
    <w:lvl w:ilvl="0" w:tplc="32CABED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652C5B"/>
    <w:multiLevelType w:val="hybridMultilevel"/>
    <w:tmpl w:val="C86AFCC0"/>
    <w:lvl w:ilvl="0" w:tplc="36B88742">
      <w:start w:val="1"/>
      <w:numFmt w:val="decimal"/>
      <w:pStyle w:val="Num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D94B4E"/>
    <w:multiLevelType w:val="hybridMultilevel"/>
    <w:tmpl w:val="0110FCFE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>
    <w:nsid w:val="4E277637"/>
    <w:multiLevelType w:val="hybridMultilevel"/>
    <w:tmpl w:val="6A3038DC"/>
    <w:lvl w:ilvl="0" w:tplc="ABAEDA40">
      <w:start w:val="1"/>
      <w:numFmt w:val="upperLetter"/>
      <w:pStyle w:val="Ltr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56453C"/>
    <w:multiLevelType w:val="hybridMultilevel"/>
    <w:tmpl w:val="28548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567616"/>
    <w:multiLevelType w:val="hybridMultilevel"/>
    <w:tmpl w:val="D060A516"/>
    <w:lvl w:ilvl="0" w:tplc="CEE815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C7376F7"/>
    <w:multiLevelType w:val="multilevel"/>
    <w:tmpl w:val="AD4826E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5F52A0F"/>
    <w:multiLevelType w:val="hybridMultilevel"/>
    <w:tmpl w:val="B218C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B334BE"/>
    <w:multiLevelType w:val="hybridMultilevel"/>
    <w:tmpl w:val="368ADA94"/>
    <w:lvl w:ilvl="0" w:tplc="C3286DE8">
      <w:start w:val="1"/>
      <w:numFmt w:val="upperLetter"/>
      <w:pStyle w:val="Ltr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BA30CF"/>
    <w:multiLevelType w:val="hybridMultilevel"/>
    <w:tmpl w:val="6F2ED13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28"/>
  </w:num>
  <w:num w:numId="5">
    <w:abstractNumId w:val="23"/>
  </w:num>
  <w:num w:numId="6">
    <w:abstractNumId w:val="12"/>
  </w:num>
  <w:num w:numId="7">
    <w:abstractNumId w:val="25"/>
  </w:num>
  <w:num w:numId="8">
    <w:abstractNumId w:val="35"/>
  </w:num>
  <w:num w:numId="9">
    <w:abstractNumId w:val="30"/>
  </w:num>
  <w:num w:numId="10">
    <w:abstractNumId w:val="11"/>
  </w:num>
  <w:num w:numId="11">
    <w:abstractNumId w:val="26"/>
  </w:num>
  <w:num w:numId="12">
    <w:abstractNumId w:val="3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4"/>
  </w:num>
  <w:num w:numId="24">
    <w:abstractNumId w:val="27"/>
  </w:num>
  <w:num w:numId="25">
    <w:abstractNumId w:val="32"/>
  </w:num>
  <w:num w:numId="26">
    <w:abstractNumId w:val="14"/>
  </w:num>
  <w:num w:numId="27">
    <w:abstractNumId w:val="17"/>
  </w:num>
  <w:num w:numId="28">
    <w:abstractNumId w:val="10"/>
  </w:num>
  <w:num w:numId="29">
    <w:abstractNumId w:val="31"/>
  </w:num>
  <w:num w:numId="30">
    <w:abstractNumId w:val="34"/>
  </w:num>
  <w:num w:numId="31">
    <w:abstractNumId w:val="16"/>
  </w:num>
  <w:num w:numId="32">
    <w:abstractNumId w:val="36"/>
  </w:num>
  <w:num w:numId="33">
    <w:abstractNumId w:val="19"/>
  </w:num>
  <w:num w:numId="34">
    <w:abstractNumId w:val="20"/>
  </w:num>
  <w:num w:numId="35">
    <w:abstractNumId w:val="15"/>
  </w:num>
  <w:num w:numId="36">
    <w:abstractNumId w:val="13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11970"/>
  </w:hdrShapeDefaults>
  <w:footnotePr>
    <w:footnote w:id="-1"/>
    <w:footnote w:id="0"/>
  </w:footnotePr>
  <w:endnotePr>
    <w:endnote w:id="-1"/>
    <w:endnote w:id="0"/>
  </w:endnotePr>
  <w:compat/>
  <w:rsids>
    <w:rsidRoot w:val="00F81B87"/>
    <w:rsid w:val="0000068B"/>
    <w:rsid w:val="000007B8"/>
    <w:rsid w:val="00002B8F"/>
    <w:rsid w:val="0000386B"/>
    <w:rsid w:val="00004DB1"/>
    <w:rsid w:val="0000590E"/>
    <w:rsid w:val="00007D11"/>
    <w:rsid w:val="000109EA"/>
    <w:rsid w:val="00011697"/>
    <w:rsid w:val="00012B63"/>
    <w:rsid w:val="000132A5"/>
    <w:rsid w:val="00014D38"/>
    <w:rsid w:val="00015A7A"/>
    <w:rsid w:val="0001610A"/>
    <w:rsid w:val="000175B1"/>
    <w:rsid w:val="00020096"/>
    <w:rsid w:val="00020FAC"/>
    <w:rsid w:val="000241DC"/>
    <w:rsid w:val="0002427E"/>
    <w:rsid w:val="00024678"/>
    <w:rsid w:val="00024A15"/>
    <w:rsid w:val="00025646"/>
    <w:rsid w:val="00025ED2"/>
    <w:rsid w:val="0002617F"/>
    <w:rsid w:val="00030303"/>
    <w:rsid w:val="000317EB"/>
    <w:rsid w:val="00032048"/>
    <w:rsid w:val="000322B5"/>
    <w:rsid w:val="000331AE"/>
    <w:rsid w:val="0003515E"/>
    <w:rsid w:val="0004048D"/>
    <w:rsid w:val="000409DB"/>
    <w:rsid w:val="00041929"/>
    <w:rsid w:val="00041955"/>
    <w:rsid w:val="000466A4"/>
    <w:rsid w:val="00046969"/>
    <w:rsid w:val="00047030"/>
    <w:rsid w:val="000508B3"/>
    <w:rsid w:val="0005224A"/>
    <w:rsid w:val="000528F0"/>
    <w:rsid w:val="0006080F"/>
    <w:rsid w:val="00063000"/>
    <w:rsid w:val="0006370E"/>
    <w:rsid w:val="00064490"/>
    <w:rsid w:val="0006494E"/>
    <w:rsid w:val="00065B87"/>
    <w:rsid w:val="00067A8E"/>
    <w:rsid w:val="000709F9"/>
    <w:rsid w:val="00070CC4"/>
    <w:rsid w:val="00070E0A"/>
    <w:rsid w:val="00071872"/>
    <w:rsid w:val="00075786"/>
    <w:rsid w:val="0007615E"/>
    <w:rsid w:val="00076A87"/>
    <w:rsid w:val="00076C58"/>
    <w:rsid w:val="00077946"/>
    <w:rsid w:val="00080E9F"/>
    <w:rsid w:val="00080F02"/>
    <w:rsid w:val="00081671"/>
    <w:rsid w:val="0008198A"/>
    <w:rsid w:val="0008341B"/>
    <w:rsid w:val="000844A1"/>
    <w:rsid w:val="00084A1E"/>
    <w:rsid w:val="000864D1"/>
    <w:rsid w:val="00086DB6"/>
    <w:rsid w:val="00090F4B"/>
    <w:rsid w:val="000915DC"/>
    <w:rsid w:val="000927CE"/>
    <w:rsid w:val="00095DCB"/>
    <w:rsid w:val="00096A2E"/>
    <w:rsid w:val="00097C31"/>
    <w:rsid w:val="00097CC5"/>
    <w:rsid w:val="000A1481"/>
    <w:rsid w:val="000A2425"/>
    <w:rsid w:val="000A4F30"/>
    <w:rsid w:val="000A65C7"/>
    <w:rsid w:val="000A6E50"/>
    <w:rsid w:val="000B1834"/>
    <w:rsid w:val="000B187B"/>
    <w:rsid w:val="000B398A"/>
    <w:rsid w:val="000B3EAC"/>
    <w:rsid w:val="000B41E3"/>
    <w:rsid w:val="000B4CD6"/>
    <w:rsid w:val="000B5BB4"/>
    <w:rsid w:val="000B7723"/>
    <w:rsid w:val="000C0C1D"/>
    <w:rsid w:val="000C0C3B"/>
    <w:rsid w:val="000C1A05"/>
    <w:rsid w:val="000C2091"/>
    <w:rsid w:val="000C3BA6"/>
    <w:rsid w:val="000C3CA7"/>
    <w:rsid w:val="000C3CAE"/>
    <w:rsid w:val="000C47DA"/>
    <w:rsid w:val="000C4D10"/>
    <w:rsid w:val="000C4F63"/>
    <w:rsid w:val="000C561D"/>
    <w:rsid w:val="000C632B"/>
    <w:rsid w:val="000C6942"/>
    <w:rsid w:val="000C7970"/>
    <w:rsid w:val="000D102B"/>
    <w:rsid w:val="000D1D8B"/>
    <w:rsid w:val="000D2C15"/>
    <w:rsid w:val="000D2C1E"/>
    <w:rsid w:val="000D3486"/>
    <w:rsid w:val="000D48C3"/>
    <w:rsid w:val="000D4A95"/>
    <w:rsid w:val="000D6489"/>
    <w:rsid w:val="000E0557"/>
    <w:rsid w:val="000E0FE8"/>
    <w:rsid w:val="000E2935"/>
    <w:rsid w:val="000E29D5"/>
    <w:rsid w:val="000E4EF4"/>
    <w:rsid w:val="000E634B"/>
    <w:rsid w:val="000E6EE4"/>
    <w:rsid w:val="000E7529"/>
    <w:rsid w:val="000F17E6"/>
    <w:rsid w:val="000F1F1A"/>
    <w:rsid w:val="000F2397"/>
    <w:rsid w:val="000F3F78"/>
    <w:rsid w:val="000F56FF"/>
    <w:rsid w:val="00104192"/>
    <w:rsid w:val="001041CC"/>
    <w:rsid w:val="0010426E"/>
    <w:rsid w:val="00105890"/>
    <w:rsid w:val="00106045"/>
    <w:rsid w:val="00106345"/>
    <w:rsid w:val="0010641E"/>
    <w:rsid w:val="00106B68"/>
    <w:rsid w:val="00106C31"/>
    <w:rsid w:val="001079D5"/>
    <w:rsid w:val="00107F73"/>
    <w:rsid w:val="001106BB"/>
    <w:rsid w:val="0011285C"/>
    <w:rsid w:val="0011426D"/>
    <w:rsid w:val="00114673"/>
    <w:rsid w:val="001167FE"/>
    <w:rsid w:val="00122757"/>
    <w:rsid w:val="00124612"/>
    <w:rsid w:val="001250BE"/>
    <w:rsid w:val="00125187"/>
    <w:rsid w:val="00125862"/>
    <w:rsid w:val="00125E3E"/>
    <w:rsid w:val="00130564"/>
    <w:rsid w:val="00131A6F"/>
    <w:rsid w:val="00132197"/>
    <w:rsid w:val="00132A7A"/>
    <w:rsid w:val="00135AD4"/>
    <w:rsid w:val="001363EC"/>
    <w:rsid w:val="00137474"/>
    <w:rsid w:val="00140917"/>
    <w:rsid w:val="00140C19"/>
    <w:rsid w:val="00141564"/>
    <w:rsid w:val="001433C8"/>
    <w:rsid w:val="001435ED"/>
    <w:rsid w:val="00143AF8"/>
    <w:rsid w:val="00147771"/>
    <w:rsid w:val="00147B69"/>
    <w:rsid w:val="00154759"/>
    <w:rsid w:val="00155ADB"/>
    <w:rsid w:val="00155BF5"/>
    <w:rsid w:val="001560C2"/>
    <w:rsid w:val="00162DEB"/>
    <w:rsid w:val="00163E68"/>
    <w:rsid w:val="00164085"/>
    <w:rsid w:val="0016608A"/>
    <w:rsid w:val="001661E9"/>
    <w:rsid w:val="00167C75"/>
    <w:rsid w:val="00170F5F"/>
    <w:rsid w:val="0017257D"/>
    <w:rsid w:val="00172FA7"/>
    <w:rsid w:val="0017433E"/>
    <w:rsid w:val="001757D8"/>
    <w:rsid w:val="001807D2"/>
    <w:rsid w:val="001860E1"/>
    <w:rsid w:val="00186C96"/>
    <w:rsid w:val="00187C44"/>
    <w:rsid w:val="0019028E"/>
    <w:rsid w:val="0019096D"/>
    <w:rsid w:val="00192800"/>
    <w:rsid w:val="00193159"/>
    <w:rsid w:val="00193A39"/>
    <w:rsid w:val="001952E5"/>
    <w:rsid w:val="00196CDE"/>
    <w:rsid w:val="001A13FB"/>
    <w:rsid w:val="001A29A1"/>
    <w:rsid w:val="001A2C53"/>
    <w:rsid w:val="001A36D5"/>
    <w:rsid w:val="001A3A96"/>
    <w:rsid w:val="001A5353"/>
    <w:rsid w:val="001A5541"/>
    <w:rsid w:val="001A7AA8"/>
    <w:rsid w:val="001B041B"/>
    <w:rsid w:val="001B0BA9"/>
    <w:rsid w:val="001B0BF0"/>
    <w:rsid w:val="001B1B02"/>
    <w:rsid w:val="001B2678"/>
    <w:rsid w:val="001B27B9"/>
    <w:rsid w:val="001B3A15"/>
    <w:rsid w:val="001B5D00"/>
    <w:rsid w:val="001B654D"/>
    <w:rsid w:val="001B6C82"/>
    <w:rsid w:val="001B7087"/>
    <w:rsid w:val="001C0870"/>
    <w:rsid w:val="001C2AF2"/>
    <w:rsid w:val="001C3953"/>
    <w:rsid w:val="001C45A6"/>
    <w:rsid w:val="001C64C2"/>
    <w:rsid w:val="001C66B3"/>
    <w:rsid w:val="001C76E9"/>
    <w:rsid w:val="001C7D40"/>
    <w:rsid w:val="001D40C5"/>
    <w:rsid w:val="001D480C"/>
    <w:rsid w:val="001D69EC"/>
    <w:rsid w:val="001D6B21"/>
    <w:rsid w:val="001D7B47"/>
    <w:rsid w:val="001E0D7A"/>
    <w:rsid w:val="001E0EBD"/>
    <w:rsid w:val="001E0F1D"/>
    <w:rsid w:val="001E1C8D"/>
    <w:rsid w:val="001E1F44"/>
    <w:rsid w:val="001E272F"/>
    <w:rsid w:val="001E27DF"/>
    <w:rsid w:val="001E3FD5"/>
    <w:rsid w:val="001E471F"/>
    <w:rsid w:val="001E75F0"/>
    <w:rsid w:val="001F0B24"/>
    <w:rsid w:val="001F120F"/>
    <w:rsid w:val="001F157A"/>
    <w:rsid w:val="001F1F98"/>
    <w:rsid w:val="001F2130"/>
    <w:rsid w:val="001F3828"/>
    <w:rsid w:val="001F3BB6"/>
    <w:rsid w:val="001F4DC3"/>
    <w:rsid w:val="001F519A"/>
    <w:rsid w:val="001F65D2"/>
    <w:rsid w:val="001F7C41"/>
    <w:rsid w:val="00201B72"/>
    <w:rsid w:val="002025E4"/>
    <w:rsid w:val="0020366C"/>
    <w:rsid w:val="00203BE3"/>
    <w:rsid w:val="002046D9"/>
    <w:rsid w:val="00207BCB"/>
    <w:rsid w:val="00212E6F"/>
    <w:rsid w:val="002148FC"/>
    <w:rsid w:val="00214FBD"/>
    <w:rsid w:val="00215B39"/>
    <w:rsid w:val="00216328"/>
    <w:rsid w:val="00217144"/>
    <w:rsid w:val="002177B3"/>
    <w:rsid w:val="002201D6"/>
    <w:rsid w:val="002214EF"/>
    <w:rsid w:val="00222CD6"/>
    <w:rsid w:val="00222FA5"/>
    <w:rsid w:val="00223252"/>
    <w:rsid w:val="002253D4"/>
    <w:rsid w:val="0022546C"/>
    <w:rsid w:val="00225EFD"/>
    <w:rsid w:val="00226EC6"/>
    <w:rsid w:val="00230233"/>
    <w:rsid w:val="00230581"/>
    <w:rsid w:val="002307A7"/>
    <w:rsid w:val="00230C85"/>
    <w:rsid w:val="0023262F"/>
    <w:rsid w:val="00232C60"/>
    <w:rsid w:val="00232D66"/>
    <w:rsid w:val="00232E47"/>
    <w:rsid w:val="00233622"/>
    <w:rsid w:val="002345DD"/>
    <w:rsid w:val="00234940"/>
    <w:rsid w:val="00234E81"/>
    <w:rsid w:val="00236DED"/>
    <w:rsid w:val="0023715D"/>
    <w:rsid w:val="00237BC9"/>
    <w:rsid w:val="00237ECE"/>
    <w:rsid w:val="0024098E"/>
    <w:rsid w:val="002433E4"/>
    <w:rsid w:val="002471A8"/>
    <w:rsid w:val="00247FBB"/>
    <w:rsid w:val="00251129"/>
    <w:rsid w:val="00255F4D"/>
    <w:rsid w:val="002572DE"/>
    <w:rsid w:val="00260FBA"/>
    <w:rsid w:val="002622E6"/>
    <w:rsid w:val="00262A99"/>
    <w:rsid w:val="002641D8"/>
    <w:rsid w:val="0026451F"/>
    <w:rsid w:val="00264D4F"/>
    <w:rsid w:val="00264FAA"/>
    <w:rsid w:val="00271344"/>
    <w:rsid w:val="002724D0"/>
    <w:rsid w:val="00276591"/>
    <w:rsid w:val="0027706A"/>
    <w:rsid w:val="002771DE"/>
    <w:rsid w:val="00277BB6"/>
    <w:rsid w:val="00280B2E"/>
    <w:rsid w:val="002830D4"/>
    <w:rsid w:val="002831BD"/>
    <w:rsid w:val="00284FE6"/>
    <w:rsid w:val="0028551E"/>
    <w:rsid w:val="00285DA5"/>
    <w:rsid w:val="002863CF"/>
    <w:rsid w:val="00286E21"/>
    <w:rsid w:val="002877D5"/>
    <w:rsid w:val="0029056C"/>
    <w:rsid w:val="0029077D"/>
    <w:rsid w:val="00291217"/>
    <w:rsid w:val="002951E3"/>
    <w:rsid w:val="00295DAB"/>
    <w:rsid w:val="00297DA0"/>
    <w:rsid w:val="002A0941"/>
    <w:rsid w:val="002A0AF1"/>
    <w:rsid w:val="002A0CC2"/>
    <w:rsid w:val="002A2E19"/>
    <w:rsid w:val="002A4C4E"/>
    <w:rsid w:val="002A58B4"/>
    <w:rsid w:val="002A59E7"/>
    <w:rsid w:val="002A5BF4"/>
    <w:rsid w:val="002A5D54"/>
    <w:rsid w:val="002A6FEE"/>
    <w:rsid w:val="002A74E4"/>
    <w:rsid w:val="002B0398"/>
    <w:rsid w:val="002B0F62"/>
    <w:rsid w:val="002B1176"/>
    <w:rsid w:val="002B217F"/>
    <w:rsid w:val="002B2CA5"/>
    <w:rsid w:val="002B2DD6"/>
    <w:rsid w:val="002B3C29"/>
    <w:rsid w:val="002B4983"/>
    <w:rsid w:val="002B73E5"/>
    <w:rsid w:val="002C01BB"/>
    <w:rsid w:val="002C0CD5"/>
    <w:rsid w:val="002C18B2"/>
    <w:rsid w:val="002C3CB3"/>
    <w:rsid w:val="002C3DEF"/>
    <w:rsid w:val="002C6DB9"/>
    <w:rsid w:val="002D007A"/>
    <w:rsid w:val="002D00A7"/>
    <w:rsid w:val="002D217B"/>
    <w:rsid w:val="002D3422"/>
    <w:rsid w:val="002D3A8C"/>
    <w:rsid w:val="002D471E"/>
    <w:rsid w:val="002D4BCE"/>
    <w:rsid w:val="002D4E10"/>
    <w:rsid w:val="002D7EA3"/>
    <w:rsid w:val="002E2FE0"/>
    <w:rsid w:val="002E32E4"/>
    <w:rsid w:val="002E3C78"/>
    <w:rsid w:val="002E4304"/>
    <w:rsid w:val="002E44FF"/>
    <w:rsid w:val="002E59DD"/>
    <w:rsid w:val="002E6026"/>
    <w:rsid w:val="002E7B19"/>
    <w:rsid w:val="002F2C5F"/>
    <w:rsid w:val="002F5479"/>
    <w:rsid w:val="002F5CBB"/>
    <w:rsid w:val="002F65CC"/>
    <w:rsid w:val="002F6E1F"/>
    <w:rsid w:val="002F735A"/>
    <w:rsid w:val="002F7AE3"/>
    <w:rsid w:val="00300462"/>
    <w:rsid w:val="00300C90"/>
    <w:rsid w:val="00301F96"/>
    <w:rsid w:val="003020E8"/>
    <w:rsid w:val="0030376E"/>
    <w:rsid w:val="00303F38"/>
    <w:rsid w:val="00304124"/>
    <w:rsid w:val="00305E65"/>
    <w:rsid w:val="00305EBD"/>
    <w:rsid w:val="00306295"/>
    <w:rsid w:val="003065AF"/>
    <w:rsid w:val="003100E2"/>
    <w:rsid w:val="00312C62"/>
    <w:rsid w:val="00316D33"/>
    <w:rsid w:val="00316D3A"/>
    <w:rsid w:val="003174A0"/>
    <w:rsid w:val="00317519"/>
    <w:rsid w:val="00317739"/>
    <w:rsid w:val="003215CE"/>
    <w:rsid w:val="0032235A"/>
    <w:rsid w:val="00322C36"/>
    <w:rsid w:val="003233BD"/>
    <w:rsid w:val="003233C7"/>
    <w:rsid w:val="00324365"/>
    <w:rsid w:val="003248EF"/>
    <w:rsid w:val="0032529F"/>
    <w:rsid w:val="0032619D"/>
    <w:rsid w:val="0032623F"/>
    <w:rsid w:val="003276E5"/>
    <w:rsid w:val="003279FA"/>
    <w:rsid w:val="00331B2D"/>
    <w:rsid w:val="00334FD4"/>
    <w:rsid w:val="00335051"/>
    <w:rsid w:val="0033628D"/>
    <w:rsid w:val="00336F91"/>
    <w:rsid w:val="00336FAF"/>
    <w:rsid w:val="00337F94"/>
    <w:rsid w:val="0034227A"/>
    <w:rsid w:val="00344001"/>
    <w:rsid w:val="00344DBA"/>
    <w:rsid w:val="00345D75"/>
    <w:rsid w:val="00345FD3"/>
    <w:rsid w:val="00347419"/>
    <w:rsid w:val="0035043E"/>
    <w:rsid w:val="0035200F"/>
    <w:rsid w:val="003533C7"/>
    <w:rsid w:val="0035480B"/>
    <w:rsid w:val="00354EF4"/>
    <w:rsid w:val="003551C6"/>
    <w:rsid w:val="00355D9E"/>
    <w:rsid w:val="00356256"/>
    <w:rsid w:val="00356A59"/>
    <w:rsid w:val="00356C85"/>
    <w:rsid w:val="003615EC"/>
    <w:rsid w:val="003618FD"/>
    <w:rsid w:val="00363C2C"/>
    <w:rsid w:val="00366B0F"/>
    <w:rsid w:val="00367BE6"/>
    <w:rsid w:val="0037212D"/>
    <w:rsid w:val="00375135"/>
    <w:rsid w:val="003753A2"/>
    <w:rsid w:val="00377111"/>
    <w:rsid w:val="00377A1F"/>
    <w:rsid w:val="003803E6"/>
    <w:rsid w:val="00380510"/>
    <w:rsid w:val="003824DF"/>
    <w:rsid w:val="0038271B"/>
    <w:rsid w:val="0038326B"/>
    <w:rsid w:val="003832A6"/>
    <w:rsid w:val="0038591B"/>
    <w:rsid w:val="00386414"/>
    <w:rsid w:val="00387A19"/>
    <w:rsid w:val="00391613"/>
    <w:rsid w:val="003919F9"/>
    <w:rsid w:val="0039276E"/>
    <w:rsid w:val="0039306C"/>
    <w:rsid w:val="00393F60"/>
    <w:rsid w:val="00393F75"/>
    <w:rsid w:val="00394C1B"/>
    <w:rsid w:val="00394C27"/>
    <w:rsid w:val="003962B4"/>
    <w:rsid w:val="00397E9B"/>
    <w:rsid w:val="003A14B2"/>
    <w:rsid w:val="003A49F1"/>
    <w:rsid w:val="003A4E77"/>
    <w:rsid w:val="003A654C"/>
    <w:rsid w:val="003A674D"/>
    <w:rsid w:val="003B0705"/>
    <w:rsid w:val="003B2A91"/>
    <w:rsid w:val="003B57F1"/>
    <w:rsid w:val="003B73C3"/>
    <w:rsid w:val="003C1849"/>
    <w:rsid w:val="003C24B0"/>
    <w:rsid w:val="003C281C"/>
    <w:rsid w:val="003C38BF"/>
    <w:rsid w:val="003C3FB3"/>
    <w:rsid w:val="003C5BF8"/>
    <w:rsid w:val="003C6976"/>
    <w:rsid w:val="003C6C48"/>
    <w:rsid w:val="003D151F"/>
    <w:rsid w:val="003D1CAB"/>
    <w:rsid w:val="003D2109"/>
    <w:rsid w:val="003D3049"/>
    <w:rsid w:val="003D3294"/>
    <w:rsid w:val="003D56F8"/>
    <w:rsid w:val="003D6620"/>
    <w:rsid w:val="003E14C4"/>
    <w:rsid w:val="003E33FE"/>
    <w:rsid w:val="003E4EE1"/>
    <w:rsid w:val="003E6675"/>
    <w:rsid w:val="003F0E46"/>
    <w:rsid w:val="003F1490"/>
    <w:rsid w:val="003F4010"/>
    <w:rsid w:val="003F4AC7"/>
    <w:rsid w:val="003F4AEF"/>
    <w:rsid w:val="003F5575"/>
    <w:rsid w:val="003F6107"/>
    <w:rsid w:val="003F6423"/>
    <w:rsid w:val="003F77F6"/>
    <w:rsid w:val="003F7A48"/>
    <w:rsid w:val="003F7AE2"/>
    <w:rsid w:val="003F7CF6"/>
    <w:rsid w:val="0040076E"/>
    <w:rsid w:val="00400B59"/>
    <w:rsid w:val="00404B4F"/>
    <w:rsid w:val="00404B55"/>
    <w:rsid w:val="00404BD2"/>
    <w:rsid w:val="00404E91"/>
    <w:rsid w:val="004053A3"/>
    <w:rsid w:val="004053B5"/>
    <w:rsid w:val="004062E8"/>
    <w:rsid w:val="0040730A"/>
    <w:rsid w:val="00407BC2"/>
    <w:rsid w:val="00411F8E"/>
    <w:rsid w:val="004125C2"/>
    <w:rsid w:val="0041296C"/>
    <w:rsid w:val="00413A11"/>
    <w:rsid w:val="004148D5"/>
    <w:rsid w:val="0041499A"/>
    <w:rsid w:val="00416431"/>
    <w:rsid w:val="00417108"/>
    <w:rsid w:val="0042020A"/>
    <w:rsid w:val="004204A0"/>
    <w:rsid w:val="00421B29"/>
    <w:rsid w:val="0042421C"/>
    <w:rsid w:val="004250C2"/>
    <w:rsid w:val="0042514F"/>
    <w:rsid w:val="004301B9"/>
    <w:rsid w:val="004302AA"/>
    <w:rsid w:val="004303F1"/>
    <w:rsid w:val="00431D23"/>
    <w:rsid w:val="00432A68"/>
    <w:rsid w:val="00435DC7"/>
    <w:rsid w:val="00436B54"/>
    <w:rsid w:val="00440824"/>
    <w:rsid w:val="00440A27"/>
    <w:rsid w:val="00441F5C"/>
    <w:rsid w:val="00443F6D"/>
    <w:rsid w:val="00446442"/>
    <w:rsid w:val="0044723A"/>
    <w:rsid w:val="00450674"/>
    <w:rsid w:val="0045079E"/>
    <w:rsid w:val="00454263"/>
    <w:rsid w:val="004555AD"/>
    <w:rsid w:val="004562F1"/>
    <w:rsid w:val="00462A87"/>
    <w:rsid w:val="00465D69"/>
    <w:rsid w:val="0046704F"/>
    <w:rsid w:val="004700ED"/>
    <w:rsid w:val="0047072E"/>
    <w:rsid w:val="00471784"/>
    <w:rsid w:val="00472E11"/>
    <w:rsid w:val="00474651"/>
    <w:rsid w:val="00476778"/>
    <w:rsid w:val="0047727D"/>
    <w:rsid w:val="00480504"/>
    <w:rsid w:val="00481560"/>
    <w:rsid w:val="00483BA3"/>
    <w:rsid w:val="00484EB0"/>
    <w:rsid w:val="00485038"/>
    <w:rsid w:val="004856FB"/>
    <w:rsid w:val="00485B49"/>
    <w:rsid w:val="00491833"/>
    <w:rsid w:val="00492E26"/>
    <w:rsid w:val="00493B57"/>
    <w:rsid w:val="004954FE"/>
    <w:rsid w:val="00495A32"/>
    <w:rsid w:val="00496D95"/>
    <w:rsid w:val="00497708"/>
    <w:rsid w:val="0049789B"/>
    <w:rsid w:val="00497B01"/>
    <w:rsid w:val="004A1160"/>
    <w:rsid w:val="004A33A5"/>
    <w:rsid w:val="004A3C1C"/>
    <w:rsid w:val="004B0D21"/>
    <w:rsid w:val="004B156D"/>
    <w:rsid w:val="004B21C3"/>
    <w:rsid w:val="004B3B5F"/>
    <w:rsid w:val="004B4520"/>
    <w:rsid w:val="004B65ED"/>
    <w:rsid w:val="004B6972"/>
    <w:rsid w:val="004B6A6E"/>
    <w:rsid w:val="004C07EB"/>
    <w:rsid w:val="004C3F2D"/>
    <w:rsid w:val="004C506E"/>
    <w:rsid w:val="004C52E7"/>
    <w:rsid w:val="004D0828"/>
    <w:rsid w:val="004D3A08"/>
    <w:rsid w:val="004D4716"/>
    <w:rsid w:val="004D7035"/>
    <w:rsid w:val="004D747D"/>
    <w:rsid w:val="004E21E0"/>
    <w:rsid w:val="004E23B8"/>
    <w:rsid w:val="004E3420"/>
    <w:rsid w:val="004E3827"/>
    <w:rsid w:val="004E3B5D"/>
    <w:rsid w:val="004E40AD"/>
    <w:rsid w:val="004E47A4"/>
    <w:rsid w:val="004E4D8D"/>
    <w:rsid w:val="004E69F8"/>
    <w:rsid w:val="004E7732"/>
    <w:rsid w:val="004E7E1B"/>
    <w:rsid w:val="004F1147"/>
    <w:rsid w:val="004F1D93"/>
    <w:rsid w:val="004F3BA7"/>
    <w:rsid w:val="004F539D"/>
    <w:rsid w:val="004F5B71"/>
    <w:rsid w:val="005002DA"/>
    <w:rsid w:val="0050464B"/>
    <w:rsid w:val="005065B3"/>
    <w:rsid w:val="00506B82"/>
    <w:rsid w:val="005108F7"/>
    <w:rsid w:val="0051426D"/>
    <w:rsid w:val="0051487B"/>
    <w:rsid w:val="0052036F"/>
    <w:rsid w:val="00520A63"/>
    <w:rsid w:val="00520CE3"/>
    <w:rsid w:val="00520F21"/>
    <w:rsid w:val="005221F5"/>
    <w:rsid w:val="005229F2"/>
    <w:rsid w:val="00523390"/>
    <w:rsid w:val="0052411F"/>
    <w:rsid w:val="00524A00"/>
    <w:rsid w:val="00525460"/>
    <w:rsid w:val="005265D5"/>
    <w:rsid w:val="00526C3D"/>
    <w:rsid w:val="00527670"/>
    <w:rsid w:val="00532344"/>
    <w:rsid w:val="00534245"/>
    <w:rsid w:val="005346C8"/>
    <w:rsid w:val="00534AD4"/>
    <w:rsid w:val="005354C7"/>
    <w:rsid w:val="00535D63"/>
    <w:rsid w:val="00536BBF"/>
    <w:rsid w:val="00537C6B"/>
    <w:rsid w:val="00540D91"/>
    <w:rsid w:val="0054249C"/>
    <w:rsid w:val="005437EA"/>
    <w:rsid w:val="00550A44"/>
    <w:rsid w:val="00552485"/>
    <w:rsid w:val="005559B0"/>
    <w:rsid w:val="00556A88"/>
    <w:rsid w:val="00557DA2"/>
    <w:rsid w:val="005631DE"/>
    <w:rsid w:val="00563643"/>
    <w:rsid w:val="005645E5"/>
    <w:rsid w:val="005649AF"/>
    <w:rsid w:val="0056644D"/>
    <w:rsid w:val="0056671A"/>
    <w:rsid w:val="005714A0"/>
    <w:rsid w:val="005736D2"/>
    <w:rsid w:val="005747A3"/>
    <w:rsid w:val="00574B63"/>
    <w:rsid w:val="00574E3F"/>
    <w:rsid w:val="005758DB"/>
    <w:rsid w:val="00575A49"/>
    <w:rsid w:val="005803B8"/>
    <w:rsid w:val="0058075A"/>
    <w:rsid w:val="00591A55"/>
    <w:rsid w:val="00592262"/>
    <w:rsid w:val="00594959"/>
    <w:rsid w:val="0059524C"/>
    <w:rsid w:val="00595275"/>
    <w:rsid w:val="00596742"/>
    <w:rsid w:val="00597BA3"/>
    <w:rsid w:val="005A0AE8"/>
    <w:rsid w:val="005A1BEB"/>
    <w:rsid w:val="005A2140"/>
    <w:rsid w:val="005A3093"/>
    <w:rsid w:val="005A40A7"/>
    <w:rsid w:val="005A640E"/>
    <w:rsid w:val="005A73DE"/>
    <w:rsid w:val="005B26AD"/>
    <w:rsid w:val="005B272C"/>
    <w:rsid w:val="005B2D84"/>
    <w:rsid w:val="005B2DED"/>
    <w:rsid w:val="005B430A"/>
    <w:rsid w:val="005B57A9"/>
    <w:rsid w:val="005B5A79"/>
    <w:rsid w:val="005C23F2"/>
    <w:rsid w:val="005C2F01"/>
    <w:rsid w:val="005C3337"/>
    <w:rsid w:val="005C51E7"/>
    <w:rsid w:val="005C66D4"/>
    <w:rsid w:val="005C741E"/>
    <w:rsid w:val="005C7593"/>
    <w:rsid w:val="005D16BA"/>
    <w:rsid w:val="005D20CB"/>
    <w:rsid w:val="005D2E57"/>
    <w:rsid w:val="005D52EF"/>
    <w:rsid w:val="005D5625"/>
    <w:rsid w:val="005D6350"/>
    <w:rsid w:val="005D66D1"/>
    <w:rsid w:val="005D7858"/>
    <w:rsid w:val="005E0E71"/>
    <w:rsid w:val="005E44F5"/>
    <w:rsid w:val="005E4BD6"/>
    <w:rsid w:val="005E5501"/>
    <w:rsid w:val="005E553B"/>
    <w:rsid w:val="005E6484"/>
    <w:rsid w:val="005F05D8"/>
    <w:rsid w:val="005F3683"/>
    <w:rsid w:val="005F37A9"/>
    <w:rsid w:val="005F4E63"/>
    <w:rsid w:val="005F71A7"/>
    <w:rsid w:val="005F7A41"/>
    <w:rsid w:val="005F7F75"/>
    <w:rsid w:val="00600520"/>
    <w:rsid w:val="00600548"/>
    <w:rsid w:val="00600BAE"/>
    <w:rsid w:val="0060106D"/>
    <w:rsid w:val="006016EC"/>
    <w:rsid w:val="00603891"/>
    <w:rsid w:val="00604C2D"/>
    <w:rsid w:val="00606934"/>
    <w:rsid w:val="00611DA2"/>
    <w:rsid w:val="00612251"/>
    <w:rsid w:val="00612565"/>
    <w:rsid w:val="00613785"/>
    <w:rsid w:val="0061650D"/>
    <w:rsid w:val="006205D3"/>
    <w:rsid w:val="00621A81"/>
    <w:rsid w:val="00621FF4"/>
    <w:rsid w:val="006226B5"/>
    <w:rsid w:val="006247A6"/>
    <w:rsid w:val="00625CE5"/>
    <w:rsid w:val="00626ADA"/>
    <w:rsid w:val="00626FA0"/>
    <w:rsid w:val="00627512"/>
    <w:rsid w:val="00627B3D"/>
    <w:rsid w:val="006302BE"/>
    <w:rsid w:val="00630CC6"/>
    <w:rsid w:val="00633094"/>
    <w:rsid w:val="00633BC1"/>
    <w:rsid w:val="00633FF0"/>
    <w:rsid w:val="00635274"/>
    <w:rsid w:val="00635CEA"/>
    <w:rsid w:val="00636BB3"/>
    <w:rsid w:val="00642649"/>
    <w:rsid w:val="00642D4D"/>
    <w:rsid w:val="00645822"/>
    <w:rsid w:val="00646939"/>
    <w:rsid w:val="006479A9"/>
    <w:rsid w:val="00650E71"/>
    <w:rsid w:val="006510B5"/>
    <w:rsid w:val="00651878"/>
    <w:rsid w:val="006540C2"/>
    <w:rsid w:val="00655ED8"/>
    <w:rsid w:val="00656C5B"/>
    <w:rsid w:val="00656CE0"/>
    <w:rsid w:val="00660760"/>
    <w:rsid w:val="00660F25"/>
    <w:rsid w:val="0066398B"/>
    <w:rsid w:val="00664BDE"/>
    <w:rsid w:val="00671451"/>
    <w:rsid w:val="00671AD7"/>
    <w:rsid w:val="00674C98"/>
    <w:rsid w:val="0067643D"/>
    <w:rsid w:val="00676F4E"/>
    <w:rsid w:val="0068044F"/>
    <w:rsid w:val="00681A84"/>
    <w:rsid w:val="00681C66"/>
    <w:rsid w:val="0068270E"/>
    <w:rsid w:val="00685BD3"/>
    <w:rsid w:val="00687215"/>
    <w:rsid w:val="006876C6"/>
    <w:rsid w:val="006878A8"/>
    <w:rsid w:val="00687B0E"/>
    <w:rsid w:val="006904EB"/>
    <w:rsid w:val="006909EE"/>
    <w:rsid w:val="006914F7"/>
    <w:rsid w:val="006933F2"/>
    <w:rsid w:val="006947F6"/>
    <w:rsid w:val="006964F3"/>
    <w:rsid w:val="006A0C28"/>
    <w:rsid w:val="006A0D84"/>
    <w:rsid w:val="006A1310"/>
    <w:rsid w:val="006A1AE9"/>
    <w:rsid w:val="006A3C41"/>
    <w:rsid w:val="006A59DC"/>
    <w:rsid w:val="006B018F"/>
    <w:rsid w:val="006B06DB"/>
    <w:rsid w:val="006B1034"/>
    <w:rsid w:val="006B2DD2"/>
    <w:rsid w:val="006B38E8"/>
    <w:rsid w:val="006B41EC"/>
    <w:rsid w:val="006B4BA9"/>
    <w:rsid w:val="006B662F"/>
    <w:rsid w:val="006C0715"/>
    <w:rsid w:val="006C1F41"/>
    <w:rsid w:val="006C35A8"/>
    <w:rsid w:val="006C47FD"/>
    <w:rsid w:val="006D05EF"/>
    <w:rsid w:val="006D062A"/>
    <w:rsid w:val="006D12D8"/>
    <w:rsid w:val="006D1B54"/>
    <w:rsid w:val="006D5CA9"/>
    <w:rsid w:val="006D743F"/>
    <w:rsid w:val="006E047D"/>
    <w:rsid w:val="006E2880"/>
    <w:rsid w:val="006E343C"/>
    <w:rsid w:val="006E42D4"/>
    <w:rsid w:val="006E4F26"/>
    <w:rsid w:val="006E50F8"/>
    <w:rsid w:val="006E5471"/>
    <w:rsid w:val="006E580B"/>
    <w:rsid w:val="006F0B04"/>
    <w:rsid w:val="006F0B98"/>
    <w:rsid w:val="006F1ABA"/>
    <w:rsid w:val="006F3545"/>
    <w:rsid w:val="006F42DE"/>
    <w:rsid w:val="007003ED"/>
    <w:rsid w:val="0070084D"/>
    <w:rsid w:val="0070115B"/>
    <w:rsid w:val="00701D82"/>
    <w:rsid w:val="007042EC"/>
    <w:rsid w:val="00704E63"/>
    <w:rsid w:val="0070528F"/>
    <w:rsid w:val="00705CFD"/>
    <w:rsid w:val="00706104"/>
    <w:rsid w:val="00707993"/>
    <w:rsid w:val="00710A4A"/>
    <w:rsid w:val="00712FF2"/>
    <w:rsid w:val="007141D5"/>
    <w:rsid w:val="007172B2"/>
    <w:rsid w:val="00717F2C"/>
    <w:rsid w:val="00724DDB"/>
    <w:rsid w:val="00725A15"/>
    <w:rsid w:val="00732494"/>
    <w:rsid w:val="00732A04"/>
    <w:rsid w:val="0073333C"/>
    <w:rsid w:val="00734193"/>
    <w:rsid w:val="00735054"/>
    <w:rsid w:val="00737756"/>
    <w:rsid w:val="00740680"/>
    <w:rsid w:val="00740AD2"/>
    <w:rsid w:val="0074137B"/>
    <w:rsid w:val="00743020"/>
    <w:rsid w:val="00744145"/>
    <w:rsid w:val="007452E9"/>
    <w:rsid w:val="00745561"/>
    <w:rsid w:val="007458E9"/>
    <w:rsid w:val="00746024"/>
    <w:rsid w:val="007500B8"/>
    <w:rsid w:val="00753460"/>
    <w:rsid w:val="00753851"/>
    <w:rsid w:val="0075477B"/>
    <w:rsid w:val="007548CA"/>
    <w:rsid w:val="00755013"/>
    <w:rsid w:val="00755166"/>
    <w:rsid w:val="00762495"/>
    <w:rsid w:val="00763CF7"/>
    <w:rsid w:val="00763EF1"/>
    <w:rsid w:val="00765D65"/>
    <w:rsid w:val="007713AB"/>
    <w:rsid w:val="00771B7E"/>
    <w:rsid w:val="00773110"/>
    <w:rsid w:val="00776186"/>
    <w:rsid w:val="00780BD1"/>
    <w:rsid w:val="00781CC0"/>
    <w:rsid w:val="007825BB"/>
    <w:rsid w:val="007826AF"/>
    <w:rsid w:val="007909C1"/>
    <w:rsid w:val="0079337A"/>
    <w:rsid w:val="007940FA"/>
    <w:rsid w:val="00795B1B"/>
    <w:rsid w:val="00796B31"/>
    <w:rsid w:val="00796C52"/>
    <w:rsid w:val="007A0FD2"/>
    <w:rsid w:val="007A1E95"/>
    <w:rsid w:val="007A2761"/>
    <w:rsid w:val="007A35D1"/>
    <w:rsid w:val="007A3940"/>
    <w:rsid w:val="007A4374"/>
    <w:rsid w:val="007A4E4F"/>
    <w:rsid w:val="007A54D8"/>
    <w:rsid w:val="007A59A3"/>
    <w:rsid w:val="007A6928"/>
    <w:rsid w:val="007A7E3D"/>
    <w:rsid w:val="007B0000"/>
    <w:rsid w:val="007B08F9"/>
    <w:rsid w:val="007B1907"/>
    <w:rsid w:val="007B2114"/>
    <w:rsid w:val="007B2633"/>
    <w:rsid w:val="007B3A43"/>
    <w:rsid w:val="007B450B"/>
    <w:rsid w:val="007B4770"/>
    <w:rsid w:val="007B55B6"/>
    <w:rsid w:val="007B5E5E"/>
    <w:rsid w:val="007B60F7"/>
    <w:rsid w:val="007B7588"/>
    <w:rsid w:val="007B7983"/>
    <w:rsid w:val="007C2E58"/>
    <w:rsid w:val="007C3850"/>
    <w:rsid w:val="007C5015"/>
    <w:rsid w:val="007C62C8"/>
    <w:rsid w:val="007D0652"/>
    <w:rsid w:val="007D0D29"/>
    <w:rsid w:val="007D1C9C"/>
    <w:rsid w:val="007D521C"/>
    <w:rsid w:val="007D6753"/>
    <w:rsid w:val="007D79C5"/>
    <w:rsid w:val="007D7B2E"/>
    <w:rsid w:val="007D7FBA"/>
    <w:rsid w:val="007E3086"/>
    <w:rsid w:val="007E30B4"/>
    <w:rsid w:val="007E5E29"/>
    <w:rsid w:val="007E67FC"/>
    <w:rsid w:val="007E764D"/>
    <w:rsid w:val="007E7E43"/>
    <w:rsid w:val="007F053A"/>
    <w:rsid w:val="007F0BCC"/>
    <w:rsid w:val="007F0F49"/>
    <w:rsid w:val="007F182B"/>
    <w:rsid w:val="007F27B1"/>
    <w:rsid w:val="007F3FEE"/>
    <w:rsid w:val="007F4894"/>
    <w:rsid w:val="007F4C2D"/>
    <w:rsid w:val="007F687F"/>
    <w:rsid w:val="007F6895"/>
    <w:rsid w:val="007F7A01"/>
    <w:rsid w:val="008009EA"/>
    <w:rsid w:val="00801078"/>
    <w:rsid w:val="008016B3"/>
    <w:rsid w:val="008033DF"/>
    <w:rsid w:val="008044F6"/>
    <w:rsid w:val="008049BC"/>
    <w:rsid w:val="00804CFB"/>
    <w:rsid w:val="00810A6E"/>
    <w:rsid w:val="008111F7"/>
    <w:rsid w:val="008123FB"/>
    <w:rsid w:val="008159B0"/>
    <w:rsid w:val="00815B95"/>
    <w:rsid w:val="00815DF9"/>
    <w:rsid w:val="00817A64"/>
    <w:rsid w:val="00821410"/>
    <w:rsid w:val="008220BA"/>
    <w:rsid w:val="00823A64"/>
    <w:rsid w:val="00823A83"/>
    <w:rsid w:val="00826431"/>
    <w:rsid w:val="00830753"/>
    <w:rsid w:val="00832101"/>
    <w:rsid w:val="00834FC9"/>
    <w:rsid w:val="00835349"/>
    <w:rsid w:val="00836933"/>
    <w:rsid w:val="00837503"/>
    <w:rsid w:val="008375F6"/>
    <w:rsid w:val="008403DB"/>
    <w:rsid w:val="008423BF"/>
    <w:rsid w:val="00843543"/>
    <w:rsid w:val="00846E79"/>
    <w:rsid w:val="008544CB"/>
    <w:rsid w:val="008547E2"/>
    <w:rsid w:val="00854AD6"/>
    <w:rsid w:val="00854DC6"/>
    <w:rsid w:val="00855B0E"/>
    <w:rsid w:val="00860047"/>
    <w:rsid w:val="008606C8"/>
    <w:rsid w:val="008618DE"/>
    <w:rsid w:val="0086448D"/>
    <w:rsid w:val="00864D9A"/>
    <w:rsid w:val="0086538E"/>
    <w:rsid w:val="00866238"/>
    <w:rsid w:val="0086647E"/>
    <w:rsid w:val="0087070C"/>
    <w:rsid w:val="00872639"/>
    <w:rsid w:val="0087392B"/>
    <w:rsid w:val="00873B07"/>
    <w:rsid w:val="00873B74"/>
    <w:rsid w:val="0088050B"/>
    <w:rsid w:val="00880FEF"/>
    <w:rsid w:val="00881943"/>
    <w:rsid w:val="00884230"/>
    <w:rsid w:val="008859DB"/>
    <w:rsid w:val="00885B94"/>
    <w:rsid w:val="00885D78"/>
    <w:rsid w:val="00885FFF"/>
    <w:rsid w:val="00886BC6"/>
    <w:rsid w:val="0088724F"/>
    <w:rsid w:val="0088768D"/>
    <w:rsid w:val="00887943"/>
    <w:rsid w:val="008901E9"/>
    <w:rsid w:val="00890E54"/>
    <w:rsid w:val="008910A6"/>
    <w:rsid w:val="00891E3A"/>
    <w:rsid w:val="008920CD"/>
    <w:rsid w:val="008925E0"/>
    <w:rsid w:val="0089313D"/>
    <w:rsid w:val="00893FD3"/>
    <w:rsid w:val="00894AED"/>
    <w:rsid w:val="00894E2C"/>
    <w:rsid w:val="008965B3"/>
    <w:rsid w:val="00897667"/>
    <w:rsid w:val="008A0C97"/>
    <w:rsid w:val="008A11ED"/>
    <w:rsid w:val="008A144F"/>
    <w:rsid w:val="008A1F01"/>
    <w:rsid w:val="008A2D87"/>
    <w:rsid w:val="008A327B"/>
    <w:rsid w:val="008A3AF1"/>
    <w:rsid w:val="008A5401"/>
    <w:rsid w:val="008A7F66"/>
    <w:rsid w:val="008B05BA"/>
    <w:rsid w:val="008B3E65"/>
    <w:rsid w:val="008B4796"/>
    <w:rsid w:val="008B4DA3"/>
    <w:rsid w:val="008B5EDA"/>
    <w:rsid w:val="008B61BF"/>
    <w:rsid w:val="008B6D6A"/>
    <w:rsid w:val="008C14CE"/>
    <w:rsid w:val="008C2313"/>
    <w:rsid w:val="008C3044"/>
    <w:rsid w:val="008C322A"/>
    <w:rsid w:val="008C36D4"/>
    <w:rsid w:val="008C4408"/>
    <w:rsid w:val="008C4C60"/>
    <w:rsid w:val="008C520D"/>
    <w:rsid w:val="008C6407"/>
    <w:rsid w:val="008C6FA8"/>
    <w:rsid w:val="008D0041"/>
    <w:rsid w:val="008D0DD6"/>
    <w:rsid w:val="008D208D"/>
    <w:rsid w:val="008D3DC0"/>
    <w:rsid w:val="008D411D"/>
    <w:rsid w:val="008D4FC0"/>
    <w:rsid w:val="008D5441"/>
    <w:rsid w:val="008D6179"/>
    <w:rsid w:val="008D6D66"/>
    <w:rsid w:val="008E0367"/>
    <w:rsid w:val="008E36EB"/>
    <w:rsid w:val="008E3CBF"/>
    <w:rsid w:val="008E5E7B"/>
    <w:rsid w:val="008E6CA5"/>
    <w:rsid w:val="008E73B1"/>
    <w:rsid w:val="008F0801"/>
    <w:rsid w:val="008F0DE5"/>
    <w:rsid w:val="008F1DA0"/>
    <w:rsid w:val="008F2E14"/>
    <w:rsid w:val="008F5EE1"/>
    <w:rsid w:val="008F605E"/>
    <w:rsid w:val="008F7682"/>
    <w:rsid w:val="008F7D2B"/>
    <w:rsid w:val="00901051"/>
    <w:rsid w:val="009025F6"/>
    <w:rsid w:val="009036A6"/>
    <w:rsid w:val="00904ED4"/>
    <w:rsid w:val="00905C75"/>
    <w:rsid w:val="00906384"/>
    <w:rsid w:val="00910FB4"/>
    <w:rsid w:val="00913BC9"/>
    <w:rsid w:val="009141B7"/>
    <w:rsid w:val="009210B3"/>
    <w:rsid w:val="009275DE"/>
    <w:rsid w:val="009316D9"/>
    <w:rsid w:val="009332A7"/>
    <w:rsid w:val="009334A1"/>
    <w:rsid w:val="009339A2"/>
    <w:rsid w:val="009406B2"/>
    <w:rsid w:val="00940A52"/>
    <w:rsid w:val="00950207"/>
    <w:rsid w:val="0095193B"/>
    <w:rsid w:val="00952DB9"/>
    <w:rsid w:val="00953153"/>
    <w:rsid w:val="0095403E"/>
    <w:rsid w:val="00954676"/>
    <w:rsid w:val="0095668D"/>
    <w:rsid w:val="00957817"/>
    <w:rsid w:val="0096116C"/>
    <w:rsid w:val="0096382E"/>
    <w:rsid w:val="00963AF0"/>
    <w:rsid w:val="0096494D"/>
    <w:rsid w:val="0096576D"/>
    <w:rsid w:val="0096610C"/>
    <w:rsid w:val="00966CB7"/>
    <w:rsid w:val="009670C9"/>
    <w:rsid w:val="00967FB7"/>
    <w:rsid w:val="00972603"/>
    <w:rsid w:val="00973C68"/>
    <w:rsid w:val="00973C8E"/>
    <w:rsid w:val="0097439B"/>
    <w:rsid w:val="00975FBF"/>
    <w:rsid w:val="009768D2"/>
    <w:rsid w:val="009769EC"/>
    <w:rsid w:val="00977720"/>
    <w:rsid w:val="00981178"/>
    <w:rsid w:val="00982EC1"/>
    <w:rsid w:val="00982FD3"/>
    <w:rsid w:val="00984B0D"/>
    <w:rsid w:val="009864B6"/>
    <w:rsid w:val="009867D6"/>
    <w:rsid w:val="009871A7"/>
    <w:rsid w:val="0099042D"/>
    <w:rsid w:val="0099181C"/>
    <w:rsid w:val="00993834"/>
    <w:rsid w:val="009938D4"/>
    <w:rsid w:val="00995F3E"/>
    <w:rsid w:val="00997486"/>
    <w:rsid w:val="009A08B4"/>
    <w:rsid w:val="009A159C"/>
    <w:rsid w:val="009A2511"/>
    <w:rsid w:val="009A4094"/>
    <w:rsid w:val="009A466A"/>
    <w:rsid w:val="009A5223"/>
    <w:rsid w:val="009A5BCA"/>
    <w:rsid w:val="009B0B5F"/>
    <w:rsid w:val="009B304E"/>
    <w:rsid w:val="009B4C27"/>
    <w:rsid w:val="009B714A"/>
    <w:rsid w:val="009C1266"/>
    <w:rsid w:val="009C260E"/>
    <w:rsid w:val="009C29E6"/>
    <w:rsid w:val="009C2CA1"/>
    <w:rsid w:val="009C4325"/>
    <w:rsid w:val="009C4477"/>
    <w:rsid w:val="009C79F5"/>
    <w:rsid w:val="009D0C8A"/>
    <w:rsid w:val="009D0CAB"/>
    <w:rsid w:val="009D107B"/>
    <w:rsid w:val="009D23D1"/>
    <w:rsid w:val="009D49CD"/>
    <w:rsid w:val="009D52D1"/>
    <w:rsid w:val="009D58BF"/>
    <w:rsid w:val="009D787C"/>
    <w:rsid w:val="009D7D3F"/>
    <w:rsid w:val="009E0A60"/>
    <w:rsid w:val="009E2C8C"/>
    <w:rsid w:val="009E4519"/>
    <w:rsid w:val="009E497A"/>
    <w:rsid w:val="009E504C"/>
    <w:rsid w:val="009E5AF4"/>
    <w:rsid w:val="009E62FC"/>
    <w:rsid w:val="009E6ED2"/>
    <w:rsid w:val="009E74E4"/>
    <w:rsid w:val="009E7D75"/>
    <w:rsid w:val="009F02BD"/>
    <w:rsid w:val="009F0B35"/>
    <w:rsid w:val="009F179B"/>
    <w:rsid w:val="009F3378"/>
    <w:rsid w:val="009F35F1"/>
    <w:rsid w:val="009F41C3"/>
    <w:rsid w:val="009F6032"/>
    <w:rsid w:val="009F71F1"/>
    <w:rsid w:val="00A00AF5"/>
    <w:rsid w:val="00A01222"/>
    <w:rsid w:val="00A015F5"/>
    <w:rsid w:val="00A017F8"/>
    <w:rsid w:val="00A033D8"/>
    <w:rsid w:val="00A0687B"/>
    <w:rsid w:val="00A06C2A"/>
    <w:rsid w:val="00A07AE7"/>
    <w:rsid w:val="00A07C06"/>
    <w:rsid w:val="00A07F03"/>
    <w:rsid w:val="00A108D2"/>
    <w:rsid w:val="00A126B9"/>
    <w:rsid w:val="00A131CF"/>
    <w:rsid w:val="00A13527"/>
    <w:rsid w:val="00A1613B"/>
    <w:rsid w:val="00A16717"/>
    <w:rsid w:val="00A1764E"/>
    <w:rsid w:val="00A17B18"/>
    <w:rsid w:val="00A2036A"/>
    <w:rsid w:val="00A209A5"/>
    <w:rsid w:val="00A215B7"/>
    <w:rsid w:val="00A2265E"/>
    <w:rsid w:val="00A2374E"/>
    <w:rsid w:val="00A23C58"/>
    <w:rsid w:val="00A249EF"/>
    <w:rsid w:val="00A257E8"/>
    <w:rsid w:val="00A2587C"/>
    <w:rsid w:val="00A25A88"/>
    <w:rsid w:val="00A26B7A"/>
    <w:rsid w:val="00A304A6"/>
    <w:rsid w:val="00A31086"/>
    <w:rsid w:val="00A32EC4"/>
    <w:rsid w:val="00A33C76"/>
    <w:rsid w:val="00A33CEC"/>
    <w:rsid w:val="00A34097"/>
    <w:rsid w:val="00A346D9"/>
    <w:rsid w:val="00A35BF4"/>
    <w:rsid w:val="00A363BE"/>
    <w:rsid w:val="00A37391"/>
    <w:rsid w:val="00A4038D"/>
    <w:rsid w:val="00A40B0D"/>
    <w:rsid w:val="00A415C3"/>
    <w:rsid w:val="00A41773"/>
    <w:rsid w:val="00A43385"/>
    <w:rsid w:val="00A44B69"/>
    <w:rsid w:val="00A45894"/>
    <w:rsid w:val="00A45A32"/>
    <w:rsid w:val="00A4605B"/>
    <w:rsid w:val="00A4628B"/>
    <w:rsid w:val="00A46578"/>
    <w:rsid w:val="00A46A95"/>
    <w:rsid w:val="00A504A8"/>
    <w:rsid w:val="00A51563"/>
    <w:rsid w:val="00A52C7E"/>
    <w:rsid w:val="00A535AE"/>
    <w:rsid w:val="00A540E4"/>
    <w:rsid w:val="00A55CDB"/>
    <w:rsid w:val="00A56CAD"/>
    <w:rsid w:val="00A57F3E"/>
    <w:rsid w:val="00A60689"/>
    <w:rsid w:val="00A622CB"/>
    <w:rsid w:val="00A64C1F"/>
    <w:rsid w:val="00A64F85"/>
    <w:rsid w:val="00A65A95"/>
    <w:rsid w:val="00A65A99"/>
    <w:rsid w:val="00A716A4"/>
    <w:rsid w:val="00A727C3"/>
    <w:rsid w:val="00A72CB1"/>
    <w:rsid w:val="00A730D2"/>
    <w:rsid w:val="00A73BBB"/>
    <w:rsid w:val="00A73C0E"/>
    <w:rsid w:val="00A7430A"/>
    <w:rsid w:val="00A7470D"/>
    <w:rsid w:val="00A752A9"/>
    <w:rsid w:val="00A75E73"/>
    <w:rsid w:val="00A8194F"/>
    <w:rsid w:val="00A81A99"/>
    <w:rsid w:val="00A81FFC"/>
    <w:rsid w:val="00A82018"/>
    <w:rsid w:val="00A847EA"/>
    <w:rsid w:val="00A84B18"/>
    <w:rsid w:val="00A87D0D"/>
    <w:rsid w:val="00A91D34"/>
    <w:rsid w:val="00A92CE7"/>
    <w:rsid w:val="00A940C8"/>
    <w:rsid w:val="00A942E2"/>
    <w:rsid w:val="00A95281"/>
    <w:rsid w:val="00A95548"/>
    <w:rsid w:val="00A95D38"/>
    <w:rsid w:val="00A97207"/>
    <w:rsid w:val="00A97C5E"/>
    <w:rsid w:val="00AA01BB"/>
    <w:rsid w:val="00AA0732"/>
    <w:rsid w:val="00AA089E"/>
    <w:rsid w:val="00AA0B3E"/>
    <w:rsid w:val="00AA268A"/>
    <w:rsid w:val="00AA3556"/>
    <w:rsid w:val="00AA4102"/>
    <w:rsid w:val="00AA5A8E"/>
    <w:rsid w:val="00AA5E36"/>
    <w:rsid w:val="00AA72EB"/>
    <w:rsid w:val="00AB0808"/>
    <w:rsid w:val="00AB1757"/>
    <w:rsid w:val="00AB19AA"/>
    <w:rsid w:val="00AB2984"/>
    <w:rsid w:val="00AB4B30"/>
    <w:rsid w:val="00AB5F41"/>
    <w:rsid w:val="00AB625A"/>
    <w:rsid w:val="00AB6AB7"/>
    <w:rsid w:val="00AB6C22"/>
    <w:rsid w:val="00AC0191"/>
    <w:rsid w:val="00AC05DF"/>
    <w:rsid w:val="00AC06EC"/>
    <w:rsid w:val="00AC2E98"/>
    <w:rsid w:val="00AC3471"/>
    <w:rsid w:val="00AC42E9"/>
    <w:rsid w:val="00AC497C"/>
    <w:rsid w:val="00AC4CFD"/>
    <w:rsid w:val="00AC5322"/>
    <w:rsid w:val="00AC61AA"/>
    <w:rsid w:val="00AC665F"/>
    <w:rsid w:val="00AD539B"/>
    <w:rsid w:val="00AD55BB"/>
    <w:rsid w:val="00AD594B"/>
    <w:rsid w:val="00AD713E"/>
    <w:rsid w:val="00AD7365"/>
    <w:rsid w:val="00AD77D4"/>
    <w:rsid w:val="00AE0756"/>
    <w:rsid w:val="00AE1D31"/>
    <w:rsid w:val="00AE2C5D"/>
    <w:rsid w:val="00AE482F"/>
    <w:rsid w:val="00AE5ACD"/>
    <w:rsid w:val="00AE75CF"/>
    <w:rsid w:val="00AF2D6B"/>
    <w:rsid w:val="00AF3239"/>
    <w:rsid w:val="00AF4ACF"/>
    <w:rsid w:val="00AF5553"/>
    <w:rsid w:val="00AF6C8B"/>
    <w:rsid w:val="00B01180"/>
    <w:rsid w:val="00B01693"/>
    <w:rsid w:val="00B0171A"/>
    <w:rsid w:val="00B018F1"/>
    <w:rsid w:val="00B01F78"/>
    <w:rsid w:val="00B0232D"/>
    <w:rsid w:val="00B04805"/>
    <w:rsid w:val="00B04EA4"/>
    <w:rsid w:val="00B06E2F"/>
    <w:rsid w:val="00B07071"/>
    <w:rsid w:val="00B07145"/>
    <w:rsid w:val="00B076ED"/>
    <w:rsid w:val="00B10731"/>
    <w:rsid w:val="00B10CD1"/>
    <w:rsid w:val="00B111C2"/>
    <w:rsid w:val="00B113A5"/>
    <w:rsid w:val="00B1280E"/>
    <w:rsid w:val="00B12FC0"/>
    <w:rsid w:val="00B13394"/>
    <w:rsid w:val="00B150D0"/>
    <w:rsid w:val="00B1621A"/>
    <w:rsid w:val="00B16449"/>
    <w:rsid w:val="00B1687C"/>
    <w:rsid w:val="00B174CF"/>
    <w:rsid w:val="00B209B3"/>
    <w:rsid w:val="00B20A3A"/>
    <w:rsid w:val="00B210B7"/>
    <w:rsid w:val="00B23055"/>
    <w:rsid w:val="00B2599C"/>
    <w:rsid w:val="00B26FE5"/>
    <w:rsid w:val="00B27B51"/>
    <w:rsid w:val="00B300A1"/>
    <w:rsid w:val="00B3173E"/>
    <w:rsid w:val="00B31C21"/>
    <w:rsid w:val="00B3213E"/>
    <w:rsid w:val="00B3345E"/>
    <w:rsid w:val="00B34603"/>
    <w:rsid w:val="00B34E75"/>
    <w:rsid w:val="00B35BF1"/>
    <w:rsid w:val="00B35D5F"/>
    <w:rsid w:val="00B36BB7"/>
    <w:rsid w:val="00B42434"/>
    <w:rsid w:val="00B42D64"/>
    <w:rsid w:val="00B44FE5"/>
    <w:rsid w:val="00B47679"/>
    <w:rsid w:val="00B501F6"/>
    <w:rsid w:val="00B5171E"/>
    <w:rsid w:val="00B520E9"/>
    <w:rsid w:val="00B52C74"/>
    <w:rsid w:val="00B5465D"/>
    <w:rsid w:val="00B55862"/>
    <w:rsid w:val="00B55A94"/>
    <w:rsid w:val="00B564CD"/>
    <w:rsid w:val="00B564E0"/>
    <w:rsid w:val="00B601DB"/>
    <w:rsid w:val="00B60369"/>
    <w:rsid w:val="00B603A0"/>
    <w:rsid w:val="00B61164"/>
    <w:rsid w:val="00B6300A"/>
    <w:rsid w:val="00B63AC3"/>
    <w:rsid w:val="00B63D36"/>
    <w:rsid w:val="00B6539E"/>
    <w:rsid w:val="00B6573C"/>
    <w:rsid w:val="00B67313"/>
    <w:rsid w:val="00B711BE"/>
    <w:rsid w:val="00B71248"/>
    <w:rsid w:val="00B725DD"/>
    <w:rsid w:val="00B73A0B"/>
    <w:rsid w:val="00B75DFD"/>
    <w:rsid w:val="00B81F02"/>
    <w:rsid w:val="00B829B9"/>
    <w:rsid w:val="00B83DA6"/>
    <w:rsid w:val="00B8412E"/>
    <w:rsid w:val="00B86278"/>
    <w:rsid w:val="00B86433"/>
    <w:rsid w:val="00B86B04"/>
    <w:rsid w:val="00B90EF9"/>
    <w:rsid w:val="00B92151"/>
    <w:rsid w:val="00B93C76"/>
    <w:rsid w:val="00B9444D"/>
    <w:rsid w:val="00B9504E"/>
    <w:rsid w:val="00B95152"/>
    <w:rsid w:val="00B969CA"/>
    <w:rsid w:val="00B9726D"/>
    <w:rsid w:val="00BA008A"/>
    <w:rsid w:val="00BA2B5F"/>
    <w:rsid w:val="00BA3131"/>
    <w:rsid w:val="00BA3391"/>
    <w:rsid w:val="00BA34DA"/>
    <w:rsid w:val="00BA3878"/>
    <w:rsid w:val="00BA3A90"/>
    <w:rsid w:val="00BA513C"/>
    <w:rsid w:val="00BA73FB"/>
    <w:rsid w:val="00BA7C33"/>
    <w:rsid w:val="00BB23C2"/>
    <w:rsid w:val="00BB29C0"/>
    <w:rsid w:val="00BB2D2F"/>
    <w:rsid w:val="00BB34A0"/>
    <w:rsid w:val="00BB3E5B"/>
    <w:rsid w:val="00BB6207"/>
    <w:rsid w:val="00BB6FE2"/>
    <w:rsid w:val="00BB7BE1"/>
    <w:rsid w:val="00BC044A"/>
    <w:rsid w:val="00BC0C11"/>
    <w:rsid w:val="00BC3FA2"/>
    <w:rsid w:val="00BC4BC0"/>
    <w:rsid w:val="00BC66A3"/>
    <w:rsid w:val="00BC68E1"/>
    <w:rsid w:val="00BC7FF9"/>
    <w:rsid w:val="00BD0120"/>
    <w:rsid w:val="00BD0BD9"/>
    <w:rsid w:val="00BD0E69"/>
    <w:rsid w:val="00BD1964"/>
    <w:rsid w:val="00BD3157"/>
    <w:rsid w:val="00BD43A0"/>
    <w:rsid w:val="00BD445B"/>
    <w:rsid w:val="00BD5CAF"/>
    <w:rsid w:val="00BE22B1"/>
    <w:rsid w:val="00BE43E4"/>
    <w:rsid w:val="00BE6849"/>
    <w:rsid w:val="00BE7E6A"/>
    <w:rsid w:val="00BF13F4"/>
    <w:rsid w:val="00BF16F2"/>
    <w:rsid w:val="00BF19A1"/>
    <w:rsid w:val="00BF2C54"/>
    <w:rsid w:val="00BF5EB7"/>
    <w:rsid w:val="00BF62B3"/>
    <w:rsid w:val="00BF65D9"/>
    <w:rsid w:val="00BF74A3"/>
    <w:rsid w:val="00BF7A7C"/>
    <w:rsid w:val="00BF7D2D"/>
    <w:rsid w:val="00C01564"/>
    <w:rsid w:val="00C02961"/>
    <w:rsid w:val="00C039EE"/>
    <w:rsid w:val="00C041CB"/>
    <w:rsid w:val="00C05298"/>
    <w:rsid w:val="00C064E2"/>
    <w:rsid w:val="00C068EB"/>
    <w:rsid w:val="00C0711B"/>
    <w:rsid w:val="00C10A5D"/>
    <w:rsid w:val="00C10BC4"/>
    <w:rsid w:val="00C11EA6"/>
    <w:rsid w:val="00C128B3"/>
    <w:rsid w:val="00C1358E"/>
    <w:rsid w:val="00C13733"/>
    <w:rsid w:val="00C14823"/>
    <w:rsid w:val="00C14AD4"/>
    <w:rsid w:val="00C16D89"/>
    <w:rsid w:val="00C17781"/>
    <w:rsid w:val="00C20C63"/>
    <w:rsid w:val="00C21303"/>
    <w:rsid w:val="00C233D3"/>
    <w:rsid w:val="00C2400C"/>
    <w:rsid w:val="00C271D2"/>
    <w:rsid w:val="00C27AF2"/>
    <w:rsid w:val="00C27B10"/>
    <w:rsid w:val="00C301B7"/>
    <w:rsid w:val="00C31B60"/>
    <w:rsid w:val="00C35AEC"/>
    <w:rsid w:val="00C35BE3"/>
    <w:rsid w:val="00C36B1B"/>
    <w:rsid w:val="00C40766"/>
    <w:rsid w:val="00C40C12"/>
    <w:rsid w:val="00C42B7F"/>
    <w:rsid w:val="00C42FDC"/>
    <w:rsid w:val="00C43394"/>
    <w:rsid w:val="00C43513"/>
    <w:rsid w:val="00C4357D"/>
    <w:rsid w:val="00C443BD"/>
    <w:rsid w:val="00C465CB"/>
    <w:rsid w:val="00C47628"/>
    <w:rsid w:val="00C50A51"/>
    <w:rsid w:val="00C51510"/>
    <w:rsid w:val="00C5207B"/>
    <w:rsid w:val="00C52D00"/>
    <w:rsid w:val="00C5406F"/>
    <w:rsid w:val="00C56729"/>
    <w:rsid w:val="00C6190C"/>
    <w:rsid w:val="00C65051"/>
    <w:rsid w:val="00C6549F"/>
    <w:rsid w:val="00C66126"/>
    <w:rsid w:val="00C66829"/>
    <w:rsid w:val="00C67379"/>
    <w:rsid w:val="00C70FF0"/>
    <w:rsid w:val="00C74B33"/>
    <w:rsid w:val="00C757D1"/>
    <w:rsid w:val="00C768EA"/>
    <w:rsid w:val="00C76DCD"/>
    <w:rsid w:val="00C82E39"/>
    <w:rsid w:val="00C83A7F"/>
    <w:rsid w:val="00C853FA"/>
    <w:rsid w:val="00C85DE9"/>
    <w:rsid w:val="00C86098"/>
    <w:rsid w:val="00C8707A"/>
    <w:rsid w:val="00C87C7E"/>
    <w:rsid w:val="00C9097A"/>
    <w:rsid w:val="00C9195F"/>
    <w:rsid w:val="00C94BE7"/>
    <w:rsid w:val="00C95836"/>
    <w:rsid w:val="00C96397"/>
    <w:rsid w:val="00C963F9"/>
    <w:rsid w:val="00C966D8"/>
    <w:rsid w:val="00C97198"/>
    <w:rsid w:val="00CA4B83"/>
    <w:rsid w:val="00CA5751"/>
    <w:rsid w:val="00CB09AF"/>
    <w:rsid w:val="00CB1889"/>
    <w:rsid w:val="00CB38B2"/>
    <w:rsid w:val="00CB5953"/>
    <w:rsid w:val="00CB68CC"/>
    <w:rsid w:val="00CB6A20"/>
    <w:rsid w:val="00CB6A87"/>
    <w:rsid w:val="00CB7EDD"/>
    <w:rsid w:val="00CC2A17"/>
    <w:rsid w:val="00CC2B0A"/>
    <w:rsid w:val="00CC3EEF"/>
    <w:rsid w:val="00CC423A"/>
    <w:rsid w:val="00CC5872"/>
    <w:rsid w:val="00CC588C"/>
    <w:rsid w:val="00CC5B8C"/>
    <w:rsid w:val="00CD07F7"/>
    <w:rsid w:val="00CD086E"/>
    <w:rsid w:val="00CD10E0"/>
    <w:rsid w:val="00CD3EB4"/>
    <w:rsid w:val="00CD4507"/>
    <w:rsid w:val="00CE1EB2"/>
    <w:rsid w:val="00CE46FC"/>
    <w:rsid w:val="00CE4910"/>
    <w:rsid w:val="00CE4B3D"/>
    <w:rsid w:val="00CE610D"/>
    <w:rsid w:val="00CF09F1"/>
    <w:rsid w:val="00CF2674"/>
    <w:rsid w:val="00CF3C3A"/>
    <w:rsid w:val="00CF4166"/>
    <w:rsid w:val="00CF55A9"/>
    <w:rsid w:val="00CF633D"/>
    <w:rsid w:val="00CF7DA9"/>
    <w:rsid w:val="00D002CF"/>
    <w:rsid w:val="00D00373"/>
    <w:rsid w:val="00D0107B"/>
    <w:rsid w:val="00D01BA7"/>
    <w:rsid w:val="00D03A46"/>
    <w:rsid w:val="00D03C48"/>
    <w:rsid w:val="00D053D6"/>
    <w:rsid w:val="00D07E78"/>
    <w:rsid w:val="00D11813"/>
    <w:rsid w:val="00D11B8A"/>
    <w:rsid w:val="00D120A9"/>
    <w:rsid w:val="00D12898"/>
    <w:rsid w:val="00D140A9"/>
    <w:rsid w:val="00D15703"/>
    <w:rsid w:val="00D15798"/>
    <w:rsid w:val="00D214AF"/>
    <w:rsid w:val="00D233FB"/>
    <w:rsid w:val="00D2382D"/>
    <w:rsid w:val="00D24D0E"/>
    <w:rsid w:val="00D255F9"/>
    <w:rsid w:val="00D30EF5"/>
    <w:rsid w:val="00D328FA"/>
    <w:rsid w:val="00D34032"/>
    <w:rsid w:val="00D34774"/>
    <w:rsid w:val="00D3492E"/>
    <w:rsid w:val="00D35F4E"/>
    <w:rsid w:val="00D43D59"/>
    <w:rsid w:val="00D44F05"/>
    <w:rsid w:val="00D460F8"/>
    <w:rsid w:val="00D4638B"/>
    <w:rsid w:val="00D475B5"/>
    <w:rsid w:val="00D47D89"/>
    <w:rsid w:val="00D500C0"/>
    <w:rsid w:val="00D506AF"/>
    <w:rsid w:val="00D52253"/>
    <w:rsid w:val="00D530F0"/>
    <w:rsid w:val="00D531D3"/>
    <w:rsid w:val="00D53F95"/>
    <w:rsid w:val="00D5658B"/>
    <w:rsid w:val="00D569C7"/>
    <w:rsid w:val="00D56AB0"/>
    <w:rsid w:val="00D56D4C"/>
    <w:rsid w:val="00D570D9"/>
    <w:rsid w:val="00D57A3B"/>
    <w:rsid w:val="00D61B5E"/>
    <w:rsid w:val="00D62279"/>
    <w:rsid w:val="00D63579"/>
    <w:rsid w:val="00D6401E"/>
    <w:rsid w:val="00D6483E"/>
    <w:rsid w:val="00D66524"/>
    <w:rsid w:val="00D6782D"/>
    <w:rsid w:val="00D7226E"/>
    <w:rsid w:val="00D72AF7"/>
    <w:rsid w:val="00D72CF3"/>
    <w:rsid w:val="00D73E20"/>
    <w:rsid w:val="00D758A1"/>
    <w:rsid w:val="00D76524"/>
    <w:rsid w:val="00D77786"/>
    <w:rsid w:val="00D80166"/>
    <w:rsid w:val="00D806A9"/>
    <w:rsid w:val="00D8125F"/>
    <w:rsid w:val="00D81E00"/>
    <w:rsid w:val="00D8245C"/>
    <w:rsid w:val="00D82FA5"/>
    <w:rsid w:val="00D84A41"/>
    <w:rsid w:val="00D863A3"/>
    <w:rsid w:val="00D86453"/>
    <w:rsid w:val="00D95170"/>
    <w:rsid w:val="00D95995"/>
    <w:rsid w:val="00D96E55"/>
    <w:rsid w:val="00D97A0D"/>
    <w:rsid w:val="00DA0362"/>
    <w:rsid w:val="00DA12F3"/>
    <w:rsid w:val="00DA26DF"/>
    <w:rsid w:val="00DA7C23"/>
    <w:rsid w:val="00DB088E"/>
    <w:rsid w:val="00DB09A0"/>
    <w:rsid w:val="00DB2876"/>
    <w:rsid w:val="00DB356A"/>
    <w:rsid w:val="00DB3F56"/>
    <w:rsid w:val="00DB4342"/>
    <w:rsid w:val="00DB58DF"/>
    <w:rsid w:val="00DB61BD"/>
    <w:rsid w:val="00DB6539"/>
    <w:rsid w:val="00DB752D"/>
    <w:rsid w:val="00DB78E1"/>
    <w:rsid w:val="00DC09C9"/>
    <w:rsid w:val="00DC1318"/>
    <w:rsid w:val="00DC3AA7"/>
    <w:rsid w:val="00DC3B83"/>
    <w:rsid w:val="00DC5CF1"/>
    <w:rsid w:val="00DC7765"/>
    <w:rsid w:val="00DC7AC2"/>
    <w:rsid w:val="00DD13ED"/>
    <w:rsid w:val="00DD1A1C"/>
    <w:rsid w:val="00DD23F8"/>
    <w:rsid w:val="00DD3C0D"/>
    <w:rsid w:val="00DD543A"/>
    <w:rsid w:val="00DD57B0"/>
    <w:rsid w:val="00DD64C9"/>
    <w:rsid w:val="00DE15E3"/>
    <w:rsid w:val="00DE38DE"/>
    <w:rsid w:val="00DE54B2"/>
    <w:rsid w:val="00DF0A01"/>
    <w:rsid w:val="00DF2DBA"/>
    <w:rsid w:val="00DF5954"/>
    <w:rsid w:val="00DF6FF1"/>
    <w:rsid w:val="00E00E42"/>
    <w:rsid w:val="00E02DF1"/>
    <w:rsid w:val="00E055CA"/>
    <w:rsid w:val="00E07F95"/>
    <w:rsid w:val="00E11293"/>
    <w:rsid w:val="00E11C76"/>
    <w:rsid w:val="00E1263D"/>
    <w:rsid w:val="00E1304E"/>
    <w:rsid w:val="00E13216"/>
    <w:rsid w:val="00E133EF"/>
    <w:rsid w:val="00E1359A"/>
    <w:rsid w:val="00E1502C"/>
    <w:rsid w:val="00E15F52"/>
    <w:rsid w:val="00E20AEB"/>
    <w:rsid w:val="00E23195"/>
    <w:rsid w:val="00E239BE"/>
    <w:rsid w:val="00E2486E"/>
    <w:rsid w:val="00E25367"/>
    <w:rsid w:val="00E25F18"/>
    <w:rsid w:val="00E26A7D"/>
    <w:rsid w:val="00E26DF0"/>
    <w:rsid w:val="00E30F90"/>
    <w:rsid w:val="00E35016"/>
    <w:rsid w:val="00E3537F"/>
    <w:rsid w:val="00E3585B"/>
    <w:rsid w:val="00E35921"/>
    <w:rsid w:val="00E36632"/>
    <w:rsid w:val="00E37DE9"/>
    <w:rsid w:val="00E41FA3"/>
    <w:rsid w:val="00E4284D"/>
    <w:rsid w:val="00E42E37"/>
    <w:rsid w:val="00E45401"/>
    <w:rsid w:val="00E465E8"/>
    <w:rsid w:val="00E46927"/>
    <w:rsid w:val="00E50330"/>
    <w:rsid w:val="00E5040E"/>
    <w:rsid w:val="00E51B44"/>
    <w:rsid w:val="00E5246E"/>
    <w:rsid w:val="00E5577C"/>
    <w:rsid w:val="00E57598"/>
    <w:rsid w:val="00E57C4A"/>
    <w:rsid w:val="00E61B33"/>
    <w:rsid w:val="00E621EC"/>
    <w:rsid w:val="00E62595"/>
    <w:rsid w:val="00E62A47"/>
    <w:rsid w:val="00E631B4"/>
    <w:rsid w:val="00E64E54"/>
    <w:rsid w:val="00E65863"/>
    <w:rsid w:val="00E65CE4"/>
    <w:rsid w:val="00E65E86"/>
    <w:rsid w:val="00E6674E"/>
    <w:rsid w:val="00E7103F"/>
    <w:rsid w:val="00E7126C"/>
    <w:rsid w:val="00E72704"/>
    <w:rsid w:val="00E74F80"/>
    <w:rsid w:val="00E77C2D"/>
    <w:rsid w:val="00E8184A"/>
    <w:rsid w:val="00E81C2E"/>
    <w:rsid w:val="00E81D82"/>
    <w:rsid w:val="00E82D82"/>
    <w:rsid w:val="00E83C8C"/>
    <w:rsid w:val="00E844B8"/>
    <w:rsid w:val="00E84E7D"/>
    <w:rsid w:val="00E852A2"/>
    <w:rsid w:val="00E85D09"/>
    <w:rsid w:val="00E8660F"/>
    <w:rsid w:val="00E86898"/>
    <w:rsid w:val="00E874E3"/>
    <w:rsid w:val="00E87833"/>
    <w:rsid w:val="00E923AF"/>
    <w:rsid w:val="00E92B49"/>
    <w:rsid w:val="00E92DF6"/>
    <w:rsid w:val="00E92F28"/>
    <w:rsid w:val="00E96F0C"/>
    <w:rsid w:val="00EA0197"/>
    <w:rsid w:val="00EA236E"/>
    <w:rsid w:val="00EA5625"/>
    <w:rsid w:val="00EA59EB"/>
    <w:rsid w:val="00EA7D84"/>
    <w:rsid w:val="00EB236E"/>
    <w:rsid w:val="00EB26A7"/>
    <w:rsid w:val="00EB2ECB"/>
    <w:rsid w:val="00EB3D0A"/>
    <w:rsid w:val="00EB625E"/>
    <w:rsid w:val="00EB6261"/>
    <w:rsid w:val="00EB6F52"/>
    <w:rsid w:val="00EB7254"/>
    <w:rsid w:val="00EB74C5"/>
    <w:rsid w:val="00EB784F"/>
    <w:rsid w:val="00EB791A"/>
    <w:rsid w:val="00EC0BD6"/>
    <w:rsid w:val="00EC1E73"/>
    <w:rsid w:val="00EC213E"/>
    <w:rsid w:val="00EC40A7"/>
    <w:rsid w:val="00EC4CB9"/>
    <w:rsid w:val="00EC6E86"/>
    <w:rsid w:val="00EC71F8"/>
    <w:rsid w:val="00ED022B"/>
    <w:rsid w:val="00ED1038"/>
    <w:rsid w:val="00ED10BF"/>
    <w:rsid w:val="00ED134E"/>
    <w:rsid w:val="00ED1FC0"/>
    <w:rsid w:val="00ED2465"/>
    <w:rsid w:val="00ED3F5B"/>
    <w:rsid w:val="00ED53BE"/>
    <w:rsid w:val="00ED6CFC"/>
    <w:rsid w:val="00ED6EBD"/>
    <w:rsid w:val="00EE1C36"/>
    <w:rsid w:val="00EE1EF0"/>
    <w:rsid w:val="00EE2AC1"/>
    <w:rsid w:val="00EE2BEC"/>
    <w:rsid w:val="00EE3B11"/>
    <w:rsid w:val="00EE41EA"/>
    <w:rsid w:val="00EE6776"/>
    <w:rsid w:val="00EE6C6D"/>
    <w:rsid w:val="00EE75BA"/>
    <w:rsid w:val="00EE7BC4"/>
    <w:rsid w:val="00EF13C1"/>
    <w:rsid w:val="00EF7433"/>
    <w:rsid w:val="00EF7818"/>
    <w:rsid w:val="00EF7E00"/>
    <w:rsid w:val="00EF7E19"/>
    <w:rsid w:val="00F008D3"/>
    <w:rsid w:val="00F00997"/>
    <w:rsid w:val="00F01E96"/>
    <w:rsid w:val="00F02120"/>
    <w:rsid w:val="00F028CB"/>
    <w:rsid w:val="00F03E6A"/>
    <w:rsid w:val="00F03F4B"/>
    <w:rsid w:val="00F0470D"/>
    <w:rsid w:val="00F060A3"/>
    <w:rsid w:val="00F06CFE"/>
    <w:rsid w:val="00F10D2F"/>
    <w:rsid w:val="00F14A9B"/>
    <w:rsid w:val="00F15ECA"/>
    <w:rsid w:val="00F16B00"/>
    <w:rsid w:val="00F22AF5"/>
    <w:rsid w:val="00F23031"/>
    <w:rsid w:val="00F23597"/>
    <w:rsid w:val="00F23624"/>
    <w:rsid w:val="00F249E1"/>
    <w:rsid w:val="00F2530C"/>
    <w:rsid w:val="00F25720"/>
    <w:rsid w:val="00F2575C"/>
    <w:rsid w:val="00F2593F"/>
    <w:rsid w:val="00F25C90"/>
    <w:rsid w:val="00F26C14"/>
    <w:rsid w:val="00F27EFE"/>
    <w:rsid w:val="00F30677"/>
    <w:rsid w:val="00F37169"/>
    <w:rsid w:val="00F40392"/>
    <w:rsid w:val="00F43093"/>
    <w:rsid w:val="00F43172"/>
    <w:rsid w:val="00F436F3"/>
    <w:rsid w:val="00F43AFB"/>
    <w:rsid w:val="00F477C3"/>
    <w:rsid w:val="00F47EE4"/>
    <w:rsid w:val="00F512AE"/>
    <w:rsid w:val="00F54113"/>
    <w:rsid w:val="00F56194"/>
    <w:rsid w:val="00F56DD1"/>
    <w:rsid w:val="00F60995"/>
    <w:rsid w:val="00F60E84"/>
    <w:rsid w:val="00F62198"/>
    <w:rsid w:val="00F624F9"/>
    <w:rsid w:val="00F62712"/>
    <w:rsid w:val="00F62D76"/>
    <w:rsid w:val="00F63325"/>
    <w:rsid w:val="00F652FB"/>
    <w:rsid w:val="00F65359"/>
    <w:rsid w:val="00F664AA"/>
    <w:rsid w:val="00F67DF0"/>
    <w:rsid w:val="00F71507"/>
    <w:rsid w:val="00F72448"/>
    <w:rsid w:val="00F752E3"/>
    <w:rsid w:val="00F75474"/>
    <w:rsid w:val="00F762B7"/>
    <w:rsid w:val="00F77472"/>
    <w:rsid w:val="00F806DD"/>
    <w:rsid w:val="00F81B87"/>
    <w:rsid w:val="00F82466"/>
    <w:rsid w:val="00F824D9"/>
    <w:rsid w:val="00F82528"/>
    <w:rsid w:val="00F82BBF"/>
    <w:rsid w:val="00F86A6F"/>
    <w:rsid w:val="00F87934"/>
    <w:rsid w:val="00F87C13"/>
    <w:rsid w:val="00F90D45"/>
    <w:rsid w:val="00F92AD7"/>
    <w:rsid w:val="00F93C1A"/>
    <w:rsid w:val="00F93EB6"/>
    <w:rsid w:val="00FA1299"/>
    <w:rsid w:val="00FA2F1D"/>
    <w:rsid w:val="00FA2F6C"/>
    <w:rsid w:val="00FA46AB"/>
    <w:rsid w:val="00FA5236"/>
    <w:rsid w:val="00FA5F80"/>
    <w:rsid w:val="00FA6BEC"/>
    <w:rsid w:val="00FA739E"/>
    <w:rsid w:val="00FA7CD8"/>
    <w:rsid w:val="00FB1BCB"/>
    <w:rsid w:val="00FB28F7"/>
    <w:rsid w:val="00FB2B91"/>
    <w:rsid w:val="00FB38D5"/>
    <w:rsid w:val="00FB437B"/>
    <w:rsid w:val="00FB50E4"/>
    <w:rsid w:val="00FB6A2B"/>
    <w:rsid w:val="00FB7088"/>
    <w:rsid w:val="00FB743F"/>
    <w:rsid w:val="00FB7B30"/>
    <w:rsid w:val="00FC0B18"/>
    <w:rsid w:val="00FC12FF"/>
    <w:rsid w:val="00FC1EC9"/>
    <w:rsid w:val="00FC3FB2"/>
    <w:rsid w:val="00FC4AE5"/>
    <w:rsid w:val="00FC5706"/>
    <w:rsid w:val="00FC5D45"/>
    <w:rsid w:val="00FC5FF4"/>
    <w:rsid w:val="00FC6894"/>
    <w:rsid w:val="00FD08CA"/>
    <w:rsid w:val="00FD1C03"/>
    <w:rsid w:val="00FD21B8"/>
    <w:rsid w:val="00FD2AF5"/>
    <w:rsid w:val="00FD4B30"/>
    <w:rsid w:val="00FD5EEC"/>
    <w:rsid w:val="00FD711D"/>
    <w:rsid w:val="00FD7AC1"/>
    <w:rsid w:val="00FD7D6F"/>
    <w:rsid w:val="00FD7E51"/>
    <w:rsid w:val="00FD7FB4"/>
    <w:rsid w:val="00FE11EF"/>
    <w:rsid w:val="00FE145F"/>
    <w:rsid w:val="00FE24DA"/>
    <w:rsid w:val="00FF0D61"/>
    <w:rsid w:val="00FF1B02"/>
    <w:rsid w:val="00FF23A4"/>
    <w:rsid w:val="00FF5633"/>
    <w:rsid w:val="00FF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98"/>
    <w:rPr>
      <w:sz w:val="24"/>
      <w:szCs w:val="24"/>
    </w:rPr>
  </w:style>
  <w:style w:type="paragraph" w:styleId="Heading1">
    <w:name w:val="heading 1"/>
    <w:basedOn w:val="Normal"/>
    <w:next w:val="Normal"/>
    <w:qFormat/>
    <w:rsid w:val="00B113A5"/>
    <w:pPr>
      <w:keepNext/>
      <w:numPr>
        <w:numId w:val="12"/>
      </w:numPr>
      <w:tabs>
        <w:tab w:val="clear" w:pos="432"/>
        <w:tab w:val="left" w:pos="504"/>
      </w:tabs>
      <w:spacing w:before="120" w:after="120"/>
      <w:ind w:left="504" w:hanging="504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eading 2 Char"/>
    <w:basedOn w:val="Normal"/>
    <w:next w:val="Normal"/>
    <w:link w:val="Heading2Char1"/>
    <w:qFormat/>
    <w:rsid w:val="00B113A5"/>
    <w:pPr>
      <w:numPr>
        <w:ilvl w:val="1"/>
        <w:numId w:val="12"/>
      </w:numPr>
      <w:tabs>
        <w:tab w:val="left" w:pos="1008"/>
      </w:tabs>
      <w:spacing w:before="120" w:after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41FA3"/>
    <w:pPr>
      <w:keepNext/>
      <w:numPr>
        <w:ilvl w:val="2"/>
        <w:numId w:val="12"/>
      </w:numPr>
      <w:tabs>
        <w:tab w:val="left" w:pos="1800"/>
      </w:tabs>
      <w:spacing w:before="120" w:after="120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BF7A7C"/>
    <w:pPr>
      <w:keepNext/>
      <w:numPr>
        <w:ilvl w:val="3"/>
        <w:numId w:val="12"/>
      </w:numPr>
      <w:tabs>
        <w:tab w:val="clear" w:pos="864"/>
        <w:tab w:val="num" w:pos="2520"/>
      </w:tabs>
      <w:spacing w:before="120" w:after="120"/>
      <w:ind w:left="2736" w:hanging="936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015A7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15A7A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5A7A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5A7A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15A7A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vl1">
    <w:name w:val="Bullet Lvl 1"/>
    <w:basedOn w:val="Normal"/>
    <w:rsid w:val="00540D91"/>
    <w:pPr>
      <w:ind w:left="360" w:hanging="360"/>
    </w:pPr>
    <w:rPr>
      <w:rFonts w:ascii="Arial" w:hAnsi="Arial"/>
    </w:rPr>
  </w:style>
  <w:style w:type="paragraph" w:customStyle="1" w:styleId="BulletLvl2">
    <w:name w:val="Bullet Lvl 2"/>
    <w:basedOn w:val="Normal"/>
    <w:rsid w:val="008A0C97"/>
    <w:pPr>
      <w:numPr>
        <w:numId w:val="1"/>
      </w:numPr>
      <w:tabs>
        <w:tab w:val="clear" w:pos="720"/>
        <w:tab w:val="left" w:pos="864"/>
      </w:tabs>
      <w:ind w:left="864"/>
    </w:pPr>
    <w:rPr>
      <w:rFonts w:ascii="Arial" w:hAnsi="Arial"/>
    </w:rPr>
  </w:style>
  <w:style w:type="paragraph" w:customStyle="1" w:styleId="NumLvl1">
    <w:name w:val="Num Lvl 1"/>
    <w:basedOn w:val="Normal"/>
    <w:rsid w:val="00671AD7"/>
    <w:pPr>
      <w:numPr>
        <w:numId w:val="4"/>
      </w:numPr>
      <w:spacing w:before="60" w:after="60"/>
    </w:pPr>
    <w:rPr>
      <w:rFonts w:ascii="Arial" w:hAnsi="Arial" w:cs="Arial"/>
      <w:bCs/>
    </w:rPr>
  </w:style>
  <w:style w:type="paragraph" w:customStyle="1" w:styleId="FigureTitle">
    <w:name w:val="Figure Title"/>
    <w:basedOn w:val="Normal"/>
    <w:next w:val="Normal"/>
    <w:rsid w:val="0003515E"/>
    <w:pPr>
      <w:spacing w:before="120" w:after="240"/>
      <w:jc w:val="center"/>
    </w:pPr>
    <w:rPr>
      <w:b/>
      <w:i/>
      <w:szCs w:val="20"/>
    </w:rPr>
  </w:style>
  <w:style w:type="paragraph" w:styleId="Header">
    <w:name w:val="header"/>
    <w:basedOn w:val="Normal"/>
    <w:rsid w:val="000351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4374"/>
    <w:pPr>
      <w:tabs>
        <w:tab w:val="center" w:pos="4320"/>
        <w:tab w:val="right" w:pos="8640"/>
      </w:tabs>
      <w:jc w:val="center"/>
    </w:pPr>
    <w:rPr>
      <w:rFonts w:ascii="Arial" w:hAnsi="Arial" w:cs="Arial"/>
      <w:i/>
      <w:sz w:val="20"/>
      <w:szCs w:val="20"/>
    </w:rPr>
  </w:style>
  <w:style w:type="paragraph" w:customStyle="1" w:styleId="TableTitle">
    <w:name w:val="Table Title"/>
    <w:basedOn w:val="Normal"/>
    <w:next w:val="Normal"/>
    <w:rsid w:val="0003515E"/>
    <w:pPr>
      <w:keepNext/>
      <w:spacing w:before="120" w:after="240"/>
      <w:jc w:val="center"/>
    </w:pPr>
    <w:rPr>
      <w:b/>
      <w:i/>
      <w:szCs w:val="20"/>
    </w:rPr>
  </w:style>
  <w:style w:type="paragraph" w:customStyle="1" w:styleId="NumLvl2">
    <w:name w:val="Num Lvl 2"/>
    <w:basedOn w:val="Normal"/>
    <w:link w:val="NumLvl2Char"/>
    <w:rsid w:val="00671AD7"/>
    <w:pPr>
      <w:numPr>
        <w:numId w:val="5"/>
      </w:numPr>
      <w:tabs>
        <w:tab w:val="clear" w:pos="720"/>
        <w:tab w:val="left" w:pos="864"/>
      </w:tabs>
      <w:spacing w:before="60" w:after="60"/>
      <w:ind w:left="864"/>
    </w:pPr>
    <w:rPr>
      <w:rFonts w:ascii="Arial" w:hAnsi="Arial" w:cs="Arial"/>
      <w:bCs/>
    </w:rPr>
  </w:style>
  <w:style w:type="paragraph" w:customStyle="1" w:styleId="NumLvl3">
    <w:name w:val="Num Lvl 3"/>
    <w:basedOn w:val="Normal"/>
    <w:rsid w:val="00BF7A7C"/>
    <w:pPr>
      <w:numPr>
        <w:numId w:val="6"/>
      </w:numPr>
      <w:spacing w:before="60" w:after="60"/>
      <w:ind w:left="1368"/>
    </w:pPr>
    <w:rPr>
      <w:rFonts w:ascii="Arial" w:hAnsi="Arial" w:cs="Arial"/>
      <w:bCs/>
    </w:rPr>
  </w:style>
  <w:style w:type="table" w:styleId="TableGrid">
    <w:name w:val="Table Grid"/>
    <w:basedOn w:val="TableNormal"/>
    <w:rsid w:val="00035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Lvl4">
    <w:name w:val="Num Lvl 4"/>
    <w:basedOn w:val="Normal"/>
    <w:rsid w:val="00BF7A7C"/>
    <w:pPr>
      <w:numPr>
        <w:numId w:val="7"/>
      </w:numPr>
      <w:spacing w:before="60" w:after="60"/>
      <w:ind w:left="2160"/>
    </w:pPr>
    <w:rPr>
      <w:rFonts w:ascii="Arial" w:hAnsi="Arial" w:cs="Arial"/>
      <w:bCs/>
    </w:rPr>
  </w:style>
  <w:style w:type="paragraph" w:customStyle="1" w:styleId="LtrLvl1">
    <w:name w:val="Ltr Lvl 1"/>
    <w:basedOn w:val="Normal"/>
    <w:rsid w:val="00671AD7"/>
    <w:pPr>
      <w:numPr>
        <w:numId w:val="8"/>
      </w:numPr>
      <w:spacing w:before="60" w:after="60"/>
    </w:pPr>
    <w:rPr>
      <w:rFonts w:ascii="Arial" w:hAnsi="Arial"/>
    </w:rPr>
  </w:style>
  <w:style w:type="paragraph" w:styleId="BalloonText">
    <w:name w:val="Balloon Text"/>
    <w:basedOn w:val="Normal"/>
    <w:semiHidden/>
    <w:rsid w:val="00FF1B02"/>
    <w:rPr>
      <w:rFonts w:ascii="Tahoma" w:hAnsi="Tahoma" w:cs="Tahoma"/>
      <w:sz w:val="16"/>
      <w:szCs w:val="16"/>
    </w:rPr>
  </w:style>
  <w:style w:type="paragraph" w:customStyle="1" w:styleId="TextLvl1">
    <w:name w:val="Text Lvl 1"/>
    <w:rsid w:val="00671AD7"/>
    <w:pPr>
      <w:spacing w:before="120" w:after="120"/>
    </w:pPr>
    <w:rPr>
      <w:rFonts w:ascii="Arial" w:hAnsi="Arial"/>
      <w:sz w:val="24"/>
    </w:rPr>
  </w:style>
  <w:style w:type="paragraph" w:customStyle="1" w:styleId="TextLvl2">
    <w:name w:val="Text Lvl 2"/>
    <w:basedOn w:val="Normal"/>
    <w:rsid w:val="00671AD7"/>
    <w:pPr>
      <w:spacing w:before="120" w:after="120"/>
      <w:ind w:left="504"/>
    </w:pPr>
    <w:rPr>
      <w:rFonts w:ascii="Arial" w:hAnsi="Arial"/>
    </w:rPr>
  </w:style>
  <w:style w:type="paragraph" w:customStyle="1" w:styleId="BulletLvl3">
    <w:name w:val="Bullet Lvl 3"/>
    <w:basedOn w:val="Normal"/>
    <w:rsid w:val="008A0C97"/>
    <w:pPr>
      <w:numPr>
        <w:numId w:val="2"/>
      </w:numPr>
      <w:tabs>
        <w:tab w:val="clear" w:pos="1080"/>
        <w:tab w:val="left" w:pos="1368"/>
      </w:tabs>
      <w:ind w:left="1368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D53F95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D53F95"/>
    <w:pPr>
      <w:ind w:left="240"/>
    </w:pPr>
    <w:rPr>
      <w:rFonts w:ascii="Arial" w:hAnsi="Arial"/>
    </w:rPr>
  </w:style>
  <w:style w:type="character" w:styleId="Hyperlink">
    <w:name w:val="Hyperlink"/>
    <w:basedOn w:val="DefaultParagraphFont"/>
    <w:rsid w:val="00D53F95"/>
    <w:rPr>
      <w:color w:val="0000FF"/>
      <w:u w:val="single"/>
    </w:rPr>
  </w:style>
  <w:style w:type="paragraph" w:customStyle="1" w:styleId="TOCTitle">
    <w:name w:val="TOC Title"/>
    <w:basedOn w:val="Normal"/>
    <w:rsid w:val="00C40766"/>
    <w:pPr>
      <w:jc w:val="center"/>
    </w:pPr>
    <w:rPr>
      <w:rFonts w:ascii="Arial" w:hAnsi="Arial" w:cs="Arial"/>
      <w:b/>
      <w:sz w:val="32"/>
      <w:szCs w:val="32"/>
    </w:rPr>
  </w:style>
  <w:style w:type="character" w:customStyle="1" w:styleId="Heading2Char1">
    <w:name w:val="Heading 2 Char1"/>
    <w:aliases w:val="Heading 2 Char Char"/>
    <w:basedOn w:val="DefaultParagraphFont"/>
    <w:link w:val="Heading2"/>
    <w:rsid w:val="00B113A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HeaderPage2">
    <w:name w:val="Header Page 2"/>
    <w:basedOn w:val="Header"/>
    <w:rsid w:val="007A4374"/>
    <w:rPr>
      <w:rFonts w:ascii="Arial" w:hAnsi="Arial" w:cs="Arial"/>
      <w:i/>
      <w:sz w:val="20"/>
      <w:szCs w:val="20"/>
    </w:rPr>
  </w:style>
  <w:style w:type="paragraph" w:customStyle="1" w:styleId="TextLvl3">
    <w:name w:val="Text Lvl 3"/>
    <w:basedOn w:val="Normal"/>
    <w:rsid w:val="00671AD7"/>
    <w:pPr>
      <w:spacing w:before="120" w:after="120"/>
      <w:ind w:left="1008"/>
    </w:pPr>
    <w:rPr>
      <w:rFonts w:ascii="Arial" w:hAnsi="Arial"/>
    </w:rPr>
  </w:style>
  <w:style w:type="paragraph" w:customStyle="1" w:styleId="TextLvl4">
    <w:name w:val="Text Lvl 4"/>
    <w:basedOn w:val="Normal"/>
    <w:rsid w:val="00BF7A7C"/>
    <w:pPr>
      <w:tabs>
        <w:tab w:val="right" w:leader="dot" w:pos="9350"/>
      </w:tabs>
      <w:spacing w:before="120" w:after="120"/>
      <w:ind w:left="1800"/>
    </w:pPr>
    <w:rPr>
      <w:rFonts w:ascii="Arial" w:hAnsi="Arial" w:cs="Arial"/>
      <w:bCs/>
    </w:rPr>
  </w:style>
  <w:style w:type="paragraph" w:customStyle="1" w:styleId="BulletLvl4">
    <w:name w:val="Bullet Lvl 4"/>
    <w:basedOn w:val="Normal"/>
    <w:rsid w:val="00BF7A7C"/>
    <w:pPr>
      <w:numPr>
        <w:numId w:val="3"/>
      </w:numPr>
      <w:ind w:left="2160" w:hanging="360"/>
    </w:pPr>
    <w:rPr>
      <w:rFonts w:ascii="Arial" w:hAnsi="Arial" w:cs="Arial"/>
      <w:bCs/>
    </w:rPr>
  </w:style>
  <w:style w:type="paragraph" w:customStyle="1" w:styleId="LtrLvl2">
    <w:name w:val="Ltr Lvl 2"/>
    <w:basedOn w:val="Normal"/>
    <w:rsid w:val="00671AD7"/>
    <w:pPr>
      <w:numPr>
        <w:numId w:val="9"/>
      </w:numPr>
      <w:spacing w:before="60" w:after="60"/>
      <w:ind w:left="864"/>
    </w:pPr>
    <w:rPr>
      <w:rFonts w:ascii="Arial" w:hAnsi="Arial"/>
    </w:rPr>
  </w:style>
  <w:style w:type="paragraph" w:customStyle="1" w:styleId="LtrLvl3Char">
    <w:name w:val="Ltr Lvl 3 Char"/>
    <w:basedOn w:val="Normal"/>
    <w:link w:val="LtrLvl3CharChar"/>
    <w:rsid w:val="00671AD7"/>
    <w:pPr>
      <w:numPr>
        <w:numId w:val="10"/>
      </w:numPr>
      <w:spacing w:before="60" w:after="60"/>
      <w:ind w:left="1368"/>
    </w:pPr>
    <w:rPr>
      <w:rFonts w:ascii="Arial" w:hAnsi="Arial"/>
    </w:rPr>
  </w:style>
  <w:style w:type="paragraph" w:customStyle="1" w:styleId="LtrLvl4">
    <w:name w:val="Ltr Lvl 4"/>
    <w:basedOn w:val="Normal"/>
    <w:rsid w:val="00BF7A7C"/>
    <w:pPr>
      <w:numPr>
        <w:numId w:val="11"/>
      </w:numPr>
      <w:spacing w:before="60" w:after="60"/>
      <w:ind w:left="2160"/>
    </w:pPr>
    <w:rPr>
      <w:rFonts w:ascii="Arial" w:hAnsi="Arial"/>
    </w:rPr>
  </w:style>
  <w:style w:type="character" w:customStyle="1" w:styleId="LtrLvl3CharChar">
    <w:name w:val="Ltr Lvl 3 Char Char"/>
    <w:basedOn w:val="DefaultParagraphFont"/>
    <w:link w:val="LtrLvl3Char"/>
    <w:rsid w:val="00671AD7"/>
    <w:rPr>
      <w:rFonts w:ascii="Arial" w:hAnsi="Arial"/>
      <w:sz w:val="24"/>
      <w:szCs w:val="24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BF62B3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BF62B3"/>
    <w:pPr>
      <w:ind w:left="720"/>
    </w:pPr>
    <w:rPr>
      <w:rFonts w:ascii="Arial" w:hAnsi="Arial"/>
    </w:rPr>
  </w:style>
  <w:style w:type="character" w:customStyle="1" w:styleId="NumLvl2Char">
    <w:name w:val="Num Lvl 2 Char"/>
    <w:basedOn w:val="DefaultParagraphFont"/>
    <w:link w:val="NumLvl2"/>
    <w:rsid w:val="00BF7A7C"/>
    <w:rPr>
      <w:rFonts w:ascii="Arial" w:hAnsi="Arial" w:cs="Arial"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semiHidden/>
    <w:rsid w:val="00BF62B3"/>
    <w:pPr>
      <w:ind w:left="960"/>
    </w:pPr>
    <w:rPr>
      <w:rFonts w:ascii="Arial" w:hAnsi="Arial"/>
    </w:rPr>
  </w:style>
  <w:style w:type="character" w:styleId="FollowedHyperlink">
    <w:name w:val="FollowedHyperlink"/>
    <w:basedOn w:val="DefaultParagraphFont"/>
    <w:rsid w:val="00C13733"/>
    <w:rPr>
      <w:color w:val="0000FF"/>
      <w:u w:val="single"/>
    </w:rPr>
  </w:style>
  <w:style w:type="paragraph" w:styleId="BlockText">
    <w:name w:val="Block Text"/>
    <w:basedOn w:val="Normal"/>
    <w:rsid w:val="00C13733"/>
    <w:pPr>
      <w:spacing w:after="120"/>
      <w:ind w:left="1440" w:right="1440"/>
    </w:pPr>
  </w:style>
  <w:style w:type="paragraph" w:styleId="BodyText">
    <w:name w:val="Body Text"/>
    <w:basedOn w:val="Normal"/>
    <w:rsid w:val="00C13733"/>
    <w:pPr>
      <w:spacing w:after="120"/>
    </w:pPr>
  </w:style>
  <w:style w:type="paragraph" w:styleId="BodyText2">
    <w:name w:val="Body Text 2"/>
    <w:basedOn w:val="Normal"/>
    <w:rsid w:val="00C13733"/>
    <w:pPr>
      <w:spacing w:after="120" w:line="480" w:lineRule="auto"/>
    </w:pPr>
  </w:style>
  <w:style w:type="paragraph" w:styleId="BodyText3">
    <w:name w:val="Body Text 3"/>
    <w:basedOn w:val="Normal"/>
    <w:rsid w:val="00C1373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3733"/>
    <w:pPr>
      <w:ind w:firstLine="210"/>
    </w:pPr>
  </w:style>
  <w:style w:type="paragraph" w:styleId="BodyTextIndent">
    <w:name w:val="Body Text Indent"/>
    <w:basedOn w:val="Normal"/>
    <w:rsid w:val="00C13733"/>
    <w:pPr>
      <w:spacing w:after="120"/>
      <w:ind w:left="360"/>
    </w:pPr>
  </w:style>
  <w:style w:type="paragraph" w:styleId="BodyTextFirstIndent2">
    <w:name w:val="Body Text First Indent 2"/>
    <w:basedOn w:val="BodyTextIndent"/>
    <w:rsid w:val="00C13733"/>
    <w:pPr>
      <w:ind w:firstLine="210"/>
    </w:pPr>
  </w:style>
  <w:style w:type="paragraph" w:styleId="BodyTextIndent2">
    <w:name w:val="Body Text Indent 2"/>
    <w:basedOn w:val="Normal"/>
    <w:rsid w:val="00C13733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3733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C13733"/>
    <w:rPr>
      <w:b/>
      <w:bCs/>
      <w:sz w:val="20"/>
      <w:szCs w:val="20"/>
    </w:rPr>
  </w:style>
  <w:style w:type="paragraph" w:styleId="Closing">
    <w:name w:val="Closing"/>
    <w:basedOn w:val="Normal"/>
    <w:rsid w:val="00C13733"/>
    <w:pPr>
      <w:ind w:left="4320"/>
    </w:pPr>
  </w:style>
  <w:style w:type="paragraph" w:styleId="CommentText">
    <w:name w:val="annotation text"/>
    <w:basedOn w:val="Normal"/>
    <w:semiHidden/>
    <w:rsid w:val="00C137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13733"/>
    <w:rPr>
      <w:b/>
      <w:bCs/>
    </w:rPr>
  </w:style>
  <w:style w:type="paragraph" w:styleId="Date">
    <w:name w:val="Date"/>
    <w:basedOn w:val="Normal"/>
    <w:next w:val="Normal"/>
    <w:rsid w:val="00C13733"/>
  </w:style>
  <w:style w:type="paragraph" w:styleId="DocumentMap">
    <w:name w:val="Document Map"/>
    <w:basedOn w:val="Normal"/>
    <w:semiHidden/>
    <w:rsid w:val="00C137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C13733"/>
  </w:style>
  <w:style w:type="paragraph" w:styleId="EndnoteText">
    <w:name w:val="endnote text"/>
    <w:basedOn w:val="Normal"/>
    <w:semiHidden/>
    <w:rsid w:val="00C13733"/>
    <w:rPr>
      <w:sz w:val="20"/>
      <w:szCs w:val="20"/>
    </w:rPr>
  </w:style>
  <w:style w:type="paragraph" w:styleId="EnvelopeAddress">
    <w:name w:val="envelope address"/>
    <w:basedOn w:val="Normal"/>
    <w:rsid w:val="00C1373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13733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13733"/>
    <w:rPr>
      <w:sz w:val="20"/>
      <w:szCs w:val="20"/>
    </w:rPr>
  </w:style>
  <w:style w:type="paragraph" w:styleId="HTMLAddress">
    <w:name w:val="HTML Address"/>
    <w:basedOn w:val="Normal"/>
    <w:rsid w:val="00C13733"/>
    <w:rPr>
      <w:i/>
      <w:iCs/>
    </w:rPr>
  </w:style>
  <w:style w:type="paragraph" w:styleId="HTMLPreformatted">
    <w:name w:val="HTML Preformatted"/>
    <w:basedOn w:val="Normal"/>
    <w:rsid w:val="00C1373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1373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C1373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C1373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C1373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C1373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C1373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C1373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C1373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C13733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C13733"/>
    <w:rPr>
      <w:rFonts w:ascii="Arial" w:hAnsi="Arial" w:cs="Arial"/>
      <w:b/>
      <w:bCs/>
    </w:rPr>
  </w:style>
  <w:style w:type="paragraph" w:styleId="List">
    <w:name w:val="List"/>
    <w:basedOn w:val="Normal"/>
    <w:rsid w:val="00C13733"/>
    <w:pPr>
      <w:ind w:left="360" w:hanging="360"/>
    </w:pPr>
  </w:style>
  <w:style w:type="paragraph" w:styleId="List2">
    <w:name w:val="List 2"/>
    <w:basedOn w:val="Normal"/>
    <w:rsid w:val="00C13733"/>
    <w:pPr>
      <w:ind w:left="720" w:hanging="360"/>
    </w:pPr>
  </w:style>
  <w:style w:type="paragraph" w:styleId="List3">
    <w:name w:val="List 3"/>
    <w:basedOn w:val="Normal"/>
    <w:rsid w:val="00C13733"/>
    <w:pPr>
      <w:ind w:left="1080" w:hanging="360"/>
    </w:pPr>
  </w:style>
  <w:style w:type="paragraph" w:styleId="List4">
    <w:name w:val="List 4"/>
    <w:basedOn w:val="Normal"/>
    <w:rsid w:val="00C13733"/>
    <w:pPr>
      <w:ind w:left="1440" w:hanging="360"/>
    </w:pPr>
  </w:style>
  <w:style w:type="paragraph" w:styleId="List5">
    <w:name w:val="List 5"/>
    <w:basedOn w:val="Normal"/>
    <w:rsid w:val="00C13733"/>
    <w:pPr>
      <w:ind w:left="1800" w:hanging="360"/>
    </w:pPr>
  </w:style>
  <w:style w:type="paragraph" w:styleId="ListBullet">
    <w:name w:val="List Bullet"/>
    <w:basedOn w:val="Normal"/>
    <w:rsid w:val="00C13733"/>
    <w:pPr>
      <w:numPr>
        <w:numId w:val="13"/>
      </w:numPr>
    </w:pPr>
  </w:style>
  <w:style w:type="paragraph" w:styleId="ListBullet2">
    <w:name w:val="List Bullet 2"/>
    <w:basedOn w:val="Normal"/>
    <w:rsid w:val="00C13733"/>
    <w:pPr>
      <w:numPr>
        <w:numId w:val="14"/>
      </w:numPr>
    </w:pPr>
  </w:style>
  <w:style w:type="paragraph" w:styleId="ListBullet3">
    <w:name w:val="List Bullet 3"/>
    <w:basedOn w:val="Normal"/>
    <w:rsid w:val="00C13733"/>
    <w:pPr>
      <w:numPr>
        <w:numId w:val="15"/>
      </w:numPr>
    </w:pPr>
  </w:style>
  <w:style w:type="paragraph" w:styleId="ListBullet4">
    <w:name w:val="List Bullet 4"/>
    <w:basedOn w:val="Normal"/>
    <w:rsid w:val="00C13733"/>
    <w:pPr>
      <w:numPr>
        <w:numId w:val="16"/>
      </w:numPr>
    </w:pPr>
  </w:style>
  <w:style w:type="paragraph" w:styleId="ListBullet5">
    <w:name w:val="List Bullet 5"/>
    <w:basedOn w:val="Normal"/>
    <w:rsid w:val="00C13733"/>
    <w:pPr>
      <w:numPr>
        <w:numId w:val="17"/>
      </w:numPr>
    </w:pPr>
  </w:style>
  <w:style w:type="paragraph" w:styleId="ListContinue">
    <w:name w:val="List Continue"/>
    <w:basedOn w:val="Normal"/>
    <w:rsid w:val="00C13733"/>
    <w:pPr>
      <w:spacing w:after="120"/>
      <w:ind w:left="360"/>
    </w:pPr>
  </w:style>
  <w:style w:type="paragraph" w:styleId="ListContinue2">
    <w:name w:val="List Continue 2"/>
    <w:basedOn w:val="Normal"/>
    <w:rsid w:val="00C13733"/>
    <w:pPr>
      <w:spacing w:after="120"/>
      <w:ind w:left="720"/>
    </w:pPr>
  </w:style>
  <w:style w:type="paragraph" w:styleId="ListContinue3">
    <w:name w:val="List Continue 3"/>
    <w:basedOn w:val="Normal"/>
    <w:rsid w:val="00C13733"/>
    <w:pPr>
      <w:spacing w:after="120"/>
      <w:ind w:left="1080"/>
    </w:pPr>
  </w:style>
  <w:style w:type="paragraph" w:styleId="ListContinue4">
    <w:name w:val="List Continue 4"/>
    <w:basedOn w:val="Normal"/>
    <w:rsid w:val="00C13733"/>
    <w:pPr>
      <w:spacing w:after="120"/>
      <w:ind w:left="1440"/>
    </w:pPr>
  </w:style>
  <w:style w:type="paragraph" w:styleId="ListContinue5">
    <w:name w:val="List Continue 5"/>
    <w:basedOn w:val="Normal"/>
    <w:rsid w:val="00C13733"/>
    <w:pPr>
      <w:spacing w:after="120"/>
      <w:ind w:left="1800"/>
    </w:pPr>
  </w:style>
  <w:style w:type="paragraph" w:styleId="ListNumber">
    <w:name w:val="List Number"/>
    <w:basedOn w:val="Normal"/>
    <w:rsid w:val="00C13733"/>
    <w:pPr>
      <w:numPr>
        <w:numId w:val="18"/>
      </w:numPr>
    </w:pPr>
  </w:style>
  <w:style w:type="paragraph" w:styleId="ListNumber2">
    <w:name w:val="List Number 2"/>
    <w:basedOn w:val="Normal"/>
    <w:rsid w:val="00C13733"/>
    <w:pPr>
      <w:numPr>
        <w:numId w:val="19"/>
      </w:numPr>
    </w:pPr>
  </w:style>
  <w:style w:type="paragraph" w:styleId="ListNumber3">
    <w:name w:val="List Number 3"/>
    <w:basedOn w:val="Normal"/>
    <w:rsid w:val="00C13733"/>
    <w:pPr>
      <w:numPr>
        <w:numId w:val="20"/>
      </w:numPr>
    </w:pPr>
  </w:style>
  <w:style w:type="paragraph" w:styleId="ListNumber4">
    <w:name w:val="List Number 4"/>
    <w:basedOn w:val="Normal"/>
    <w:rsid w:val="00C13733"/>
    <w:pPr>
      <w:numPr>
        <w:numId w:val="21"/>
      </w:numPr>
    </w:pPr>
  </w:style>
  <w:style w:type="paragraph" w:styleId="ListNumber5">
    <w:name w:val="List Number 5"/>
    <w:basedOn w:val="Normal"/>
    <w:rsid w:val="00C13733"/>
    <w:pPr>
      <w:numPr>
        <w:numId w:val="22"/>
      </w:numPr>
    </w:pPr>
  </w:style>
  <w:style w:type="paragraph" w:styleId="MacroText">
    <w:name w:val="macro"/>
    <w:semiHidden/>
    <w:rsid w:val="00C137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37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C13733"/>
  </w:style>
  <w:style w:type="paragraph" w:styleId="NormalIndent">
    <w:name w:val="Normal Indent"/>
    <w:basedOn w:val="Normal"/>
    <w:rsid w:val="00C13733"/>
    <w:pPr>
      <w:ind w:left="720"/>
    </w:pPr>
  </w:style>
  <w:style w:type="paragraph" w:styleId="NoteHeading">
    <w:name w:val="Note Heading"/>
    <w:basedOn w:val="Normal"/>
    <w:next w:val="Normal"/>
    <w:rsid w:val="00C13733"/>
  </w:style>
  <w:style w:type="paragraph" w:styleId="PlainText">
    <w:name w:val="Plain Text"/>
    <w:basedOn w:val="Normal"/>
    <w:rsid w:val="00C1373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C13733"/>
  </w:style>
  <w:style w:type="paragraph" w:styleId="Signature">
    <w:name w:val="Signature"/>
    <w:basedOn w:val="Normal"/>
    <w:rsid w:val="00C13733"/>
    <w:pPr>
      <w:ind w:left="4320"/>
    </w:pPr>
  </w:style>
  <w:style w:type="paragraph" w:styleId="Subtitle">
    <w:name w:val="Subtitle"/>
    <w:basedOn w:val="Normal"/>
    <w:qFormat/>
    <w:rsid w:val="00C13733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13733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C13733"/>
  </w:style>
  <w:style w:type="paragraph" w:styleId="Title">
    <w:name w:val="Title"/>
    <w:basedOn w:val="Normal"/>
    <w:qFormat/>
    <w:rsid w:val="00C1373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C13733"/>
    <w:pPr>
      <w:spacing w:before="120"/>
    </w:pPr>
    <w:rPr>
      <w:rFonts w:ascii="Arial" w:hAnsi="Arial" w:cs="Arial"/>
      <w:b/>
      <w:bCs/>
    </w:rPr>
  </w:style>
  <w:style w:type="paragraph" w:styleId="TOC6">
    <w:name w:val="toc 6"/>
    <w:basedOn w:val="Normal"/>
    <w:next w:val="Normal"/>
    <w:autoRedefine/>
    <w:semiHidden/>
    <w:rsid w:val="00C13733"/>
    <w:pPr>
      <w:ind w:left="1200"/>
    </w:pPr>
  </w:style>
  <w:style w:type="paragraph" w:styleId="TOC7">
    <w:name w:val="toc 7"/>
    <w:basedOn w:val="Normal"/>
    <w:next w:val="Normal"/>
    <w:autoRedefine/>
    <w:semiHidden/>
    <w:rsid w:val="00C13733"/>
    <w:pPr>
      <w:ind w:left="1440"/>
    </w:pPr>
  </w:style>
  <w:style w:type="paragraph" w:styleId="TOC8">
    <w:name w:val="toc 8"/>
    <w:basedOn w:val="Normal"/>
    <w:next w:val="Normal"/>
    <w:autoRedefine/>
    <w:semiHidden/>
    <w:rsid w:val="00C13733"/>
    <w:pPr>
      <w:ind w:left="1680"/>
    </w:pPr>
  </w:style>
  <w:style w:type="paragraph" w:styleId="TOC9">
    <w:name w:val="toc 9"/>
    <w:basedOn w:val="Normal"/>
    <w:next w:val="Normal"/>
    <w:autoRedefine/>
    <w:semiHidden/>
    <w:rsid w:val="00C13733"/>
    <w:pPr>
      <w:ind w:left="1920"/>
    </w:pPr>
  </w:style>
  <w:style w:type="paragraph" w:styleId="ListParagraph">
    <w:name w:val="List Paragraph"/>
    <w:basedOn w:val="Normal"/>
    <w:uiPriority w:val="34"/>
    <w:qFormat/>
    <w:rsid w:val="00A97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9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82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670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stevens\My%20Documents\Proenergy%20Template\ProEnergy%20Polici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ProEnergy Policies</Template>
  <TotalTime>291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2003 – 2004 Project Plan</vt:lpstr>
    </vt:vector>
  </TitlesOfParts>
  <Company> 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 – 2004 Project Plan</dc:title>
  <dc:subject/>
  <dc:creator>John Stevens</dc:creator>
  <cp:keywords/>
  <dc:description/>
  <cp:lastModifiedBy> </cp:lastModifiedBy>
  <cp:revision>2</cp:revision>
  <cp:lastPrinted>2010-07-19T17:52:00Z</cp:lastPrinted>
  <dcterms:created xsi:type="dcterms:W3CDTF">2010-07-25T20:49:00Z</dcterms:created>
  <dcterms:modified xsi:type="dcterms:W3CDTF">2010-07-25T20:49:00Z</dcterms:modified>
</cp:coreProperties>
</file>